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7FB93" w14:textId="68C8F718" w:rsidR="00361C06" w:rsidRPr="00F5677A" w:rsidRDefault="001D2AA3" w:rsidP="00F5677A">
      <w:pPr>
        <w:spacing w:after="80"/>
        <w:jc w:val="center"/>
        <w:rPr>
          <w:b/>
          <w:i/>
          <w:noProof/>
          <w:sz w:val="32"/>
          <w:u w:val="single"/>
          <w:lang w:eastAsia="fr-FR"/>
        </w:rPr>
      </w:pPr>
      <w:r>
        <w:rPr>
          <w:b/>
          <w:color w:val="C00000"/>
          <w:sz w:val="44"/>
          <w:szCs w:val="30"/>
        </w:rPr>
        <w:t xml:space="preserve">Dès le </w:t>
      </w:r>
      <w:bookmarkStart w:id="0" w:name="_GoBack"/>
      <w:bookmarkEnd w:id="0"/>
      <w:r w:rsidR="00E2231F" w:rsidRPr="00F5677A">
        <w:rPr>
          <w:b/>
          <w:color w:val="C00000"/>
          <w:sz w:val="44"/>
          <w:szCs w:val="30"/>
        </w:rPr>
        <w:t xml:space="preserve">1er Octobre 2018 : </w:t>
      </w:r>
      <w:r w:rsidR="00DB6BC0" w:rsidRPr="00F5677A">
        <w:rPr>
          <w:b/>
          <w:sz w:val="40"/>
          <w:szCs w:val="30"/>
        </w:rPr>
        <w:t xml:space="preserve">LA DEMATERIALISATION DES MARCHES PUBLICS : </w:t>
      </w:r>
    </w:p>
    <w:p w14:paraId="3610EC87" w14:textId="3F9280A2" w:rsidR="00E2231F" w:rsidRDefault="00E2231F" w:rsidP="001E043B">
      <w:pPr>
        <w:spacing w:after="0"/>
        <w:rPr>
          <w:noProof/>
          <w:lang w:eastAsia="fr-FR"/>
        </w:rPr>
      </w:pPr>
      <w:r>
        <w:rPr>
          <w:noProof/>
          <w:lang w:eastAsia="fr-FR"/>
        </w:rPr>
        <w:t>L</w:t>
      </w:r>
      <w:r w:rsidR="00DB6BC0">
        <w:rPr>
          <w:noProof/>
          <w:lang w:eastAsia="fr-FR"/>
        </w:rPr>
        <w:t xml:space="preserve">es </w:t>
      </w:r>
      <w:r w:rsidR="00150E37" w:rsidRPr="00150E37">
        <w:rPr>
          <w:noProof/>
          <w:u w:val="single"/>
          <w:lang w:eastAsia="fr-FR"/>
        </w:rPr>
        <w:t>acheteurs publics</w:t>
      </w:r>
      <w:r w:rsidR="00DB6BC0">
        <w:rPr>
          <w:noProof/>
          <w:lang w:eastAsia="fr-FR"/>
        </w:rPr>
        <w:t xml:space="preserve"> seront dans l’</w:t>
      </w:r>
      <w:r w:rsidR="00DB6BC0" w:rsidRPr="00BF4F44">
        <w:rPr>
          <w:b/>
          <w:noProof/>
          <w:lang w:eastAsia="fr-FR"/>
        </w:rPr>
        <w:t>obligation de dématérialiser</w:t>
      </w:r>
      <w:r w:rsidR="00DB6BC0">
        <w:rPr>
          <w:noProof/>
          <w:lang w:eastAsia="fr-FR"/>
        </w:rPr>
        <w:t xml:space="preserve"> la passation de leurs marchés publics. </w:t>
      </w:r>
    </w:p>
    <w:p w14:paraId="3CC830EB" w14:textId="725D972C" w:rsidR="00E2231F" w:rsidRDefault="00B64CB3" w:rsidP="001E043B">
      <w:pPr>
        <w:spacing w:after="0"/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 wp14:anchorId="48775FBF" wp14:editId="1306C9A3">
            <wp:simplePos x="0" y="0"/>
            <wp:positionH relativeFrom="column">
              <wp:posOffset>90805</wp:posOffset>
            </wp:positionH>
            <wp:positionV relativeFrom="paragraph">
              <wp:posOffset>173990</wp:posOffset>
            </wp:positionV>
            <wp:extent cx="6192520" cy="1880235"/>
            <wp:effectExtent l="0" t="0" r="0" b="5715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DEMAT OBLIGATION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33E65F" w14:textId="342F7041" w:rsidR="00E2231F" w:rsidRDefault="00E2231F" w:rsidP="001E043B">
      <w:pPr>
        <w:spacing w:after="0"/>
        <w:rPr>
          <w:noProof/>
          <w:lang w:eastAsia="fr-FR"/>
        </w:rPr>
      </w:pPr>
    </w:p>
    <w:p w14:paraId="17B21776" w14:textId="3A3B5DDD" w:rsidR="00E2231F" w:rsidRDefault="00E2231F" w:rsidP="001E043B">
      <w:pPr>
        <w:spacing w:after="0"/>
        <w:rPr>
          <w:noProof/>
          <w:lang w:eastAsia="fr-FR"/>
        </w:rPr>
      </w:pPr>
    </w:p>
    <w:p w14:paraId="0C918977" w14:textId="22D29F4D" w:rsidR="00E2231F" w:rsidRDefault="00E2231F" w:rsidP="00F5677A">
      <w:pPr>
        <w:spacing w:after="240"/>
        <w:rPr>
          <w:b/>
          <w:noProof/>
          <w:sz w:val="28"/>
          <w:szCs w:val="28"/>
          <w:lang w:eastAsia="fr-FR"/>
        </w:rPr>
      </w:pPr>
    </w:p>
    <w:p w14:paraId="01C5F848" w14:textId="77777777" w:rsidR="00B64CB3" w:rsidRDefault="00B64CB3" w:rsidP="00F5677A">
      <w:pPr>
        <w:spacing w:after="240"/>
        <w:rPr>
          <w:b/>
          <w:noProof/>
          <w:sz w:val="28"/>
          <w:szCs w:val="28"/>
          <w:lang w:eastAsia="fr-FR"/>
        </w:rPr>
      </w:pPr>
    </w:p>
    <w:p w14:paraId="3D1599EE" w14:textId="77777777" w:rsidR="00F5677A" w:rsidRDefault="00F5677A" w:rsidP="00F5677A">
      <w:pPr>
        <w:spacing w:after="0"/>
        <w:rPr>
          <w:b/>
          <w:noProof/>
          <w:sz w:val="28"/>
          <w:szCs w:val="28"/>
          <w:lang w:eastAsia="fr-FR"/>
        </w:rPr>
      </w:pPr>
    </w:p>
    <w:p w14:paraId="61B3D643" w14:textId="77777777" w:rsidR="00B64CB3" w:rsidRDefault="00B64CB3" w:rsidP="00F5677A">
      <w:pPr>
        <w:spacing w:after="0"/>
        <w:rPr>
          <w:b/>
          <w:noProof/>
          <w:sz w:val="28"/>
          <w:szCs w:val="28"/>
          <w:lang w:eastAsia="fr-FR"/>
        </w:rPr>
      </w:pPr>
    </w:p>
    <w:p w14:paraId="03C7F14A" w14:textId="359F3671" w:rsidR="00B64CB3" w:rsidRDefault="00B64CB3" w:rsidP="00F5677A">
      <w:pPr>
        <w:spacing w:after="0"/>
        <w:rPr>
          <w:b/>
          <w:noProof/>
          <w:sz w:val="28"/>
          <w:szCs w:val="28"/>
          <w:lang w:eastAsia="fr-FR"/>
        </w:rPr>
      </w:pPr>
    </w:p>
    <w:p w14:paraId="6AFE375F" w14:textId="77777777" w:rsidR="00B64CB3" w:rsidRDefault="00B64CB3" w:rsidP="00F5677A">
      <w:pPr>
        <w:spacing w:after="0"/>
        <w:rPr>
          <w:b/>
          <w:noProof/>
          <w:sz w:val="28"/>
          <w:szCs w:val="28"/>
          <w:lang w:eastAsia="fr-FR"/>
        </w:rPr>
      </w:pPr>
    </w:p>
    <w:p w14:paraId="00BF1063" w14:textId="48E9CE34" w:rsidR="00F5677A" w:rsidRPr="00F5677A" w:rsidRDefault="00F5677A" w:rsidP="00F5677A">
      <w:pPr>
        <w:spacing w:after="240"/>
        <w:ind w:firstLine="709"/>
        <w:jc w:val="center"/>
        <w:rPr>
          <w:b/>
          <w:sz w:val="44"/>
          <w:szCs w:val="30"/>
          <w:u w:val="single"/>
        </w:rPr>
      </w:pPr>
      <w:r w:rsidRPr="00F5677A">
        <w:rPr>
          <w:b/>
          <w:noProof/>
          <w:sz w:val="44"/>
          <w:szCs w:val="30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E7FBDC" wp14:editId="3412F9E7">
                <wp:simplePos x="0" y="0"/>
                <wp:positionH relativeFrom="column">
                  <wp:posOffset>-42223</wp:posOffset>
                </wp:positionH>
                <wp:positionV relativeFrom="paragraph">
                  <wp:posOffset>397658</wp:posOffset>
                </wp:positionV>
                <wp:extent cx="6333490" cy="556370"/>
                <wp:effectExtent l="0" t="57150" r="86360" b="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3490" cy="556370"/>
                          <a:chOff x="-110910" y="511134"/>
                          <a:chExt cx="5915280" cy="556895"/>
                        </a:xfrm>
                      </wpg:grpSpPr>
                      <wps:wsp>
                        <wps:cNvPr id="2" name="Rectangle à coins arrondis 2"/>
                        <wps:cNvSpPr/>
                        <wps:spPr>
                          <a:xfrm>
                            <a:off x="-33273" y="663620"/>
                            <a:ext cx="5760720" cy="287655"/>
                          </a:xfrm>
                          <a:prstGeom prst="roundRect">
                            <a:avLst/>
                          </a:prstGeom>
                          <a:solidFill>
                            <a:schemeClr val="tx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E7FBFF" w14:textId="3EB32B83" w:rsidR="004072A5" w:rsidRPr="004072A5" w:rsidRDefault="00B666B3" w:rsidP="004072A5">
                              <w:pPr>
                                <w:ind w:firstLine="708"/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</w:pPr>
                              <w:r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  <w:t>Familiarisez-vous</w:t>
                              </w:r>
                              <w:r w:rsidR="004072A5" w:rsidRPr="004072A5"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  <w:t xml:space="preserve"> avec les f</w:t>
                              </w:r>
                              <w:r w:rsidR="00FE2515"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  <w:t>onctionnalités de la plateforme.</w:t>
                              </w:r>
                            </w:p>
                            <w:p w14:paraId="55E7FC00" w14:textId="77777777" w:rsidR="004072A5" w:rsidRPr="004072A5" w:rsidRDefault="004072A5" w:rsidP="004072A5">
                              <w:pPr>
                                <w:jc w:val="center"/>
                                <w:rPr>
                                  <w:rFonts w:ascii="Britannic Bold" w:hAnsi="Britannic Bold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lipse 3"/>
                        <wps:cNvSpPr/>
                        <wps:spPr>
                          <a:xfrm>
                            <a:off x="-110910" y="607862"/>
                            <a:ext cx="457200" cy="37909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E7FC01" w14:textId="77777777" w:rsidR="004072A5" w:rsidRPr="004F27C7" w:rsidRDefault="004072A5" w:rsidP="004072A5">
                              <w:pPr>
                                <w:jc w:val="center"/>
                                <w:rPr>
                                  <w:rFonts w:ascii="Bernard MT Condensed" w:hAnsi="Bernard MT Condensed"/>
                                  <w:b/>
                                  <w:color w:val="44546A" w:themeColor="text2"/>
                                  <w:sz w:val="26"/>
                                  <w:szCs w:val="26"/>
                                </w:rPr>
                              </w:pPr>
                              <w:r w:rsidRPr="004F27C7">
                                <w:rPr>
                                  <w:rFonts w:ascii="Bernard MT Condensed" w:hAnsi="Bernard MT Condensed"/>
                                  <w:b/>
                                  <w:color w:val="44546A" w:themeColor="text2"/>
                                  <w:sz w:val="26"/>
                                  <w:szCs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rganigramme : Multidocument 4"/>
                        <wps:cNvSpPr/>
                        <wps:spPr>
                          <a:xfrm rot="1007863">
                            <a:off x="5345900" y="511134"/>
                            <a:ext cx="458470" cy="556895"/>
                          </a:xfrm>
                          <a:prstGeom prst="flowChartMultidocumen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E7FC02" w14:textId="77777777" w:rsidR="004072A5" w:rsidRPr="004072A5" w:rsidRDefault="004072A5" w:rsidP="004072A5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r w:rsidRPr="004072A5">
                                <w:rPr>
                                  <w:b/>
                                  <w:color w:val="000000" w:themeColor="text1"/>
                                  <w:sz w:val="12"/>
                                  <w:szCs w:val="12"/>
                                </w:rPr>
                                <w:t>Guide</w:t>
                              </w:r>
                            </w:p>
                            <w:p w14:paraId="55E7FC03" w14:textId="77777777" w:rsidR="004072A5" w:rsidRPr="004072A5" w:rsidRDefault="004072A5" w:rsidP="004072A5">
                              <w:pPr>
                                <w:spacing w:after="0"/>
                                <w:jc w:val="center"/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4072A5">
                                <w:rPr>
                                  <w:b/>
                                  <w:color w:val="000000" w:themeColor="text1"/>
                                  <w:sz w:val="12"/>
                                  <w:szCs w:val="12"/>
                                </w:rPr>
                                <w:t>Utilis</w:t>
                              </w:r>
                              <w:proofErr w:type="spellEnd"/>
                              <w:r w:rsidRPr="004072A5">
                                <w:rPr>
                                  <w:color w:val="000000" w:themeColor="text1"/>
                                  <w:sz w:val="12"/>
                                  <w:szCs w:val="1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E7FBDC" id="Groupe 17" o:spid="_x0000_s1026" style="position:absolute;left:0;text-align:left;margin-left:-3.3pt;margin-top:31.3pt;width:498.7pt;height:43.8pt;z-index:251659264;mso-width-relative:margin;mso-height-relative:margin" coordorigin="-1109,5111" coordsize="59152,5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">
                <v:roundrect id="Rectangle à coins arrondis 2" o:spid="_x0000_s1027" style="position:absolute;left:-332;top:6636;width:57606;height:28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DuMQA&#10;AADaAAAADwAAAGRycy9kb3ducmV2LnhtbESPT2vCQBTE74LfYXlCL6Ib/1BKdBUpLRTxYpoevD2y&#10;zyS4+zZkt0n67buC4HGYmd8w2/1gjeio9bVjBYt5AoK4cLrmUkH+/Tl7A+EDskbjmBT8kYf9bjza&#10;Yqpdz2fqslCKCGGfooIqhCaV0hcVWfRz1xBH7+paiyHKtpS6xT7CrZHLJHmVFmuOCxU29F5Rcct+&#10;rQJ74H56Oi4u125d/pjB5Kvcfij1MhkOGxCBhvAMP9pfWsES7lfiDZC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yg7jEAAAA2gAAAA8AAAAAAAAAAAAAAAAAmAIAAGRycy9k&#10;b3ducmV2LnhtbFBLBQYAAAAABAAEAPUAAACJAwAAAAA=&#10;" fillcolor="#44546a [3215]" strokecolor="#1f4d78 [1604]" strokeweight="1pt">
                  <v:stroke joinstyle="miter"/>
                  <v:textbox>
                    <w:txbxContent>
                      <w:p w14:paraId="55E7FBFF" w14:textId="3EB32B83" w:rsidR="004072A5" w:rsidRPr="004072A5" w:rsidRDefault="00B666B3" w:rsidP="004072A5">
                        <w:pPr>
                          <w:ind w:firstLine="708"/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</w:pPr>
                        <w:r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  <w:t>Familiarisez-vous</w:t>
                        </w:r>
                        <w:r w:rsidR="004072A5" w:rsidRPr="004072A5"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  <w:t xml:space="preserve"> avec les f</w:t>
                        </w:r>
                        <w:r w:rsidR="00FE2515"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  <w:t>onctionnalités de la plateforme.</w:t>
                        </w:r>
                      </w:p>
                      <w:p w14:paraId="55E7FC00" w14:textId="77777777" w:rsidR="004072A5" w:rsidRPr="004072A5" w:rsidRDefault="004072A5" w:rsidP="004072A5">
                        <w:pPr>
                          <w:jc w:val="center"/>
                          <w:rPr>
                            <w:rFonts w:ascii="Britannic Bold" w:hAnsi="Britannic Bold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oval id="Ellipse 3" o:spid="_x0000_s1028" style="position:absolute;left:-1109;top:6078;width:4571;height:3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EAb0A&#10;AADaAAAADwAAAGRycy9kb3ducmV2LnhtbERPTYvCMBC9C/6HMII3m6rgSjWKCMKCJ90Fr2MzttVm&#10;EpKsVn+9WVjY4/vmLdedacWdfGgsKxhnOQji0uqGKwXfX7vRHESIyBpby6TgSQHWq35viYW2Dz7Q&#10;/RgrkUo4FKigjtEVUoayJoMhs444aRfrDcYEfSW1x0cqN62c5PlMGmw4LdToaFtTeTv+GAWH0p2r&#10;j5OdtLOL2yXq6rv9S6nhoNssQETq4r/5L/2pFUzh90q6AXL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fnEAb0AAADaAAAADwAAAAAAAAAAAAAAAACYAgAAZHJzL2Rvd25yZXYu&#10;eG1sUEsFBgAAAAAEAAQA9QAAAIIDAAAAAA==&#10;" fillcolor="white [3212]" strokecolor="#1f4d78 [1604]" strokeweight="1pt">
                  <v:stroke joinstyle="miter"/>
                  <v:textbox>
                    <w:txbxContent>
                      <w:p w14:paraId="55E7FC01" w14:textId="77777777" w:rsidR="004072A5" w:rsidRPr="004F27C7" w:rsidRDefault="004072A5" w:rsidP="004072A5">
                        <w:pPr>
                          <w:jc w:val="center"/>
                          <w:rPr>
                            <w:rFonts w:ascii="Bernard MT Condensed" w:hAnsi="Bernard MT Condensed"/>
                            <w:b/>
                            <w:color w:val="44546A" w:themeColor="text2"/>
                            <w:sz w:val="26"/>
                            <w:szCs w:val="26"/>
                          </w:rPr>
                        </w:pPr>
                        <w:r w:rsidRPr="004F27C7">
                          <w:rPr>
                            <w:rFonts w:ascii="Bernard MT Condensed" w:hAnsi="Bernard MT Condensed"/>
                            <w:b/>
                            <w:color w:val="44546A" w:themeColor="text2"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oval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Organigramme : Multidocument 4" o:spid="_x0000_s1029" type="#_x0000_t115" style="position:absolute;left:53459;top:5111;width:4584;height:5569;rotation:110085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/dhcAA&#10;AADaAAAADwAAAGRycy9kb3ducmV2LnhtbESPT4vCMBTE78J+h/AW9qbpuiKla1rEsiB48g97fjTP&#10;trR5KU3U+O2NIHgcZuY3zKoIphdXGl1rWcH3LAFBXFndcq3gdPybpiCcR9bYWyYFd3JQ5B+TFWba&#10;3nhP14OvRYSwy1BB4/2QSemqhgy6mR2Io3e2o0Ef5VhLPeItwk0v50mylAZbjgsNDrRpqOoOF6OA&#10;/8suLTWlu13ngw2Xtpz/bJT6+gzrXxCegn+HX+2tVrCA55V4A2T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/dhcAAAADaAAAADwAAAAAAAAAAAAAAAACYAgAAZHJzL2Rvd25y&#10;ZXYueG1sUEsFBgAAAAAEAAQA9QAAAIUDAAAAAA==&#10;" fillcolor="white [3212]" strokecolor="#1f4d78 [1604]" strokeweight="1pt">
                  <v:textbox>
                    <w:txbxContent>
                      <w:p w14:paraId="55E7FC02" w14:textId="77777777" w:rsidR="004072A5" w:rsidRPr="004072A5" w:rsidRDefault="004072A5" w:rsidP="004072A5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4072A5">
                          <w:rPr>
                            <w:b/>
                            <w:color w:val="000000" w:themeColor="text1"/>
                            <w:sz w:val="12"/>
                            <w:szCs w:val="12"/>
                          </w:rPr>
                          <w:t>Guide</w:t>
                        </w:r>
                      </w:p>
                      <w:p w14:paraId="55E7FC03" w14:textId="77777777" w:rsidR="004072A5" w:rsidRPr="004072A5" w:rsidRDefault="004072A5" w:rsidP="004072A5">
                        <w:pPr>
                          <w:spacing w:after="0"/>
                          <w:jc w:val="center"/>
                          <w:rPr>
                            <w:color w:val="000000" w:themeColor="text1"/>
                            <w:sz w:val="12"/>
                            <w:szCs w:val="12"/>
                          </w:rPr>
                        </w:pPr>
                        <w:r w:rsidRPr="004072A5">
                          <w:rPr>
                            <w:b/>
                            <w:color w:val="000000" w:themeColor="text1"/>
                            <w:sz w:val="12"/>
                            <w:szCs w:val="12"/>
                          </w:rPr>
                          <w:t>Utilis</w:t>
                        </w:r>
                        <w:r w:rsidRPr="004072A5">
                          <w:rPr>
                            <w:color w:val="000000" w:themeColor="text1"/>
                            <w:sz w:val="12"/>
                            <w:szCs w:val="12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677A">
        <w:rPr>
          <w:b/>
          <w:sz w:val="44"/>
          <w:szCs w:val="30"/>
          <w:u w:val="single"/>
        </w:rPr>
        <w:t>COMMENT VOUS PREPARER ?</w:t>
      </w:r>
    </w:p>
    <w:p w14:paraId="6EB2BB83" w14:textId="11D19845" w:rsidR="00E2231F" w:rsidRDefault="00E2231F" w:rsidP="00F5677A">
      <w:pPr>
        <w:spacing w:after="0"/>
        <w:rPr>
          <w:noProof/>
          <w:lang w:eastAsia="fr-FR"/>
        </w:rPr>
      </w:pPr>
    </w:p>
    <w:p w14:paraId="5FB37D35" w14:textId="77777777" w:rsidR="00F5677A" w:rsidRDefault="00F5677A" w:rsidP="00F5677A">
      <w:pPr>
        <w:spacing w:after="0"/>
        <w:rPr>
          <w:noProof/>
          <w:lang w:eastAsia="fr-FR"/>
        </w:rPr>
      </w:pPr>
    </w:p>
    <w:p w14:paraId="5CA9DA0D" w14:textId="77777777" w:rsidR="00F5677A" w:rsidRDefault="00F5677A" w:rsidP="00F5677A">
      <w:pPr>
        <w:spacing w:after="0"/>
        <w:rPr>
          <w:noProof/>
          <w:lang w:eastAsia="fr-FR"/>
        </w:rPr>
      </w:pPr>
    </w:p>
    <w:p w14:paraId="55E7FBA3" w14:textId="32739561" w:rsidR="00882E5A" w:rsidRDefault="002112FB" w:rsidP="004072A5">
      <w:pPr>
        <w:spacing w:after="0"/>
      </w:pPr>
      <w:r>
        <w:t>Le dépôt en ligne nécessite de maîtriser certaines fonctionnalités de la plateforme. Celles-ci sont expliquées dans le guide d’utilisation, disponible dans la rubrique aide</w:t>
      </w:r>
      <w:r w:rsidR="005F0B61">
        <w:t>,</w:t>
      </w:r>
      <w:r w:rsidR="00E82B56">
        <w:t xml:space="preserve"> accessible à n’importe quelle étape</w:t>
      </w:r>
      <w:r>
        <w:t>.</w:t>
      </w:r>
    </w:p>
    <w:p w14:paraId="55E7FBA4" w14:textId="512F682D" w:rsidR="00674AE4" w:rsidRDefault="00E2231F" w:rsidP="00AE29ED"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55E7FBDE" wp14:editId="0BC71F01">
            <wp:simplePos x="0" y="0"/>
            <wp:positionH relativeFrom="column">
              <wp:posOffset>825500</wp:posOffset>
            </wp:positionH>
            <wp:positionV relativeFrom="paragraph">
              <wp:posOffset>77660</wp:posOffset>
            </wp:positionV>
            <wp:extent cx="4690745" cy="1799590"/>
            <wp:effectExtent l="0" t="0" r="0" b="0"/>
            <wp:wrapNone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BANDEAU AIDE EN LIGN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E7FBA5" w14:textId="0CA7F0C8" w:rsidR="00674AE4" w:rsidRDefault="00674AE4" w:rsidP="00AE29ED"/>
    <w:p w14:paraId="55E7FBA6" w14:textId="205B19CB" w:rsidR="00674AE4" w:rsidRDefault="00674AE4" w:rsidP="00AE29ED"/>
    <w:p w14:paraId="55E7FBA7" w14:textId="0382D424" w:rsidR="00674AE4" w:rsidRDefault="00674AE4" w:rsidP="00AE29ED"/>
    <w:p w14:paraId="7509E927" w14:textId="1A2F91E4" w:rsidR="00E2231F" w:rsidRDefault="00E2231F" w:rsidP="00AE29ED"/>
    <w:p w14:paraId="1CEBB947" w14:textId="77777777" w:rsidR="00E2231F" w:rsidRDefault="00E2231F" w:rsidP="00AE29ED"/>
    <w:p w14:paraId="4FA78496" w14:textId="1CD4FEC6" w:rsidR="0076282A" w:rsidRDefault="004112E5" w:rsidP="00F5677A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479A674" wp14:editId="7DF311A0">
                <wp:simplePos x="0" y="0"/>
                <wp:positionH relativeFrom="column">
                  <wp:posOffset>-99060</wp:posOffset>
                </wp:positionH>
                <wp:positionV relativeFrom="paragraph">
                  <wp:posOffset>75120</wp:posOffset>
                </wp:positionV>
                <wp:extent cx="6386480" cy="627380"/>
                <wp:effectExtent l="0" t="0" r="0" b="127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6480" cy="627380"/>
                          <a:chOff x="54217" y="-325092"/>
                          <a:chExt cx="5916773" cy="628015"/>
                        </a:xfrm>
                      </wpg:grpSpPr>
                      <wpg:grpSp>
                        <wpg:cNvPr id="26" name="Groupe 26"/>
                        <wpg:cNvGrpSpPr/>
                        <wpg:grpSpPr>
                          <a:xfrm>
                            <a:off x="54217" y="-176785"/>
                            <a:ext cx="5809373" cy="379095"/>
                            <a:chOff x="54221" y="-272201"/>
                            <a:chExt cx="5809866" cy="379095"/>
                          </a:xfrm>
                        </wpg:grpSpPr>
                        <wps:wsp>
                          <wps:cNvPr id="27" name="Rectangle à coins arrondis 27"/>
                          <wps:cNvSpPr/>
                          <wps:spPr>
                            <a:xfrm>
                              <a:off x="103367" y="-208609"/>
                              <a:ext cx="5760720" cy="287655"/>
                            </a:xfrm>
                            <a:prstGeom prst="roundRect">
                              <a:avLst/>
                            </a:prstGeom>
                            <a:solidFill>
                              <a:schemeClr val="tx2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44838FE" w14:textId="6E7F22EF" w:rsidR="0076282A" w:rsidRPr="004072A5" w:rsidRDefault="0076282A" w:rsidP="0076282A">
                                <w:pPr>
                                  <w:ind w:firstLine="708"/>
                                  <w:rPr>
                                    <w:rFonts w:ascii="Britannic Bold" w:hAnsi="Britannic Bold"/>
                                    <w:noProof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ascii="Britannic Bold" w:hAnsi="Britannic Bold"/>
                                    <w:noProof/>
                                    <w:lang w:eastAsia="fr-FR"/>
                                  </w:rPr>
                                  <w:t xml:space="preserve">Effectuez les vérifications techniques préalables </w:t>
                                </w:r>
                              </w:p>
                              <w:p w14:paraId="51BF3885" w14:textId="77777777" w:rsidR="0076282A" w:rsidRPr="004072A5" w:rsidRDefault="0076282A" w:rsidP="0076282A">
                                <w:pPr>
                                  <w:jc w:val="center"/>
                                  <w:rPr>
                                    <w:rFonts w:ascii="Britannic Bold" w:hAnsi="Britannic Bold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Ellipse 28"/>
                          <wps:cNvSpPr/>
                          <wps:spPr>
                            <a:xfrm>
                              <a:off x="54221" y="-272201"/>
                              <a:ext cx="396180" cy="37909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A3CECA3" w14:textId="3AD2BFE4" w:rsidR="0076282A" w:rsidRPr="004F27C7" w:rsidRDefault="0076282A" w:rsidP="0076282A">
                                <w:pPr>
                                  <w:jc w:val="center"/>
                                  <w:rPr>
                                    <w:rFonts w:ascii="Bernard MT Condensed" w:hAnsi="Bernard MT Condensed"/>
                                    <w:b/>
                                    <w:color w:val="44546A" w:themeColor="tex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Bernard MT Condensed" w:hAnsi="Bernard MT Condensed"/>
                                    <w:b/>
                                    <w:color w:val="44546A" w:themeColor="text2"/>
                                    <w:sz w:val="26"/>
                                    <w:szCs w:val="2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9" name="Image 29" descr="Roue Dentée, Engins, Cog, Options, Paramètres, Machine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2030" y="-325092"/>
                            <a:ext cx="568960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79A674" id="Groupe 24" o:spid="_x0000_s1030" style="position:absolute;margin-left:-7.8pt;margin-top:5.9pt;width:502.85pt;height:49.4pt;z-index:251749376;mso-width-relative:margin;mso-height-relative:margin" coordorigin="542,-3250" coordsize="59167,6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">
                <v:group id="Groupe 26" o:spid="_x0000_s1031" style="position:absolute;left:542;top:-1767;width:58093;height:3790" coordorigin="542,-2722" coordsize="58098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oundrect id="Rectangle à coins arrondis 27" o:spid="_x0000_s1032" style="position:absolute;left:1033;top:-2086;width:57607;height:287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YYysUA&#10;AADbAAAADwAAAGRycy9kb3ducmV2LnhtbESPT2vCQBTE74LfYXlCL6VutMVKzCoiLZTiRU0PvT2y&#10;L39w923IbpP023cLgsdhZn7DZLvRGtFT5xvHChbzBARx4XTDlYL88v60BuEDskbjmBT8kofddjrJ&#10;MNVu4BP151CJCGGfooI6hDaV0hc1WfRz1xJHr3SdxRBlV0nd4RDh1shlkqykxYbjQo0tHWoqrucf&#10;q8DueXg8fi6+y/6l+jKjyZ9z+6bUw2zcb0AEGsM9fGt/aAXLV/j/En+A3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FhjKxQAAANsAAAAPAAAAAAAAAAAAAAAAAJgCAABkcnMv&#10;ZG93bnJldi54bWxQSwUGAAAAAAQABAD1AAAAigMAAAAA&#10;" fillcolor="#44546a [3215]" strokecolor="#1f4d78 [1604]" strokeweight="1pt">
                    <v:stroke joinstyle="miter"/>
                    <v:textbox>
                      <w:txbxContent>
                        <w:p w14:paraId="344838FE" w14:textId="6E7F22EF" w:rsidR="0076282A" w:rsidRPr="004072A5" w:rsidRDefault="0076282A" w:rsidP="0076282A">
                          <w:pPr>
                            <w:ind w:firstLine="708"/>
                            <w:rPr>
                              <w:rFonts w:ascii="Britannic Bold" w:hAnsi="Britannic Bold"/>
                              <w:noProof/>
                              <w:lang w:eastAsia="fr-FR"/>
                            </w:rPr>
                          </w:pPr>
                          <w:r>
                            <w:rPr>
                              <w:rFonts w:ascii="Britannic Bold" w:hAnsi="Britannic Bold"/>
                              <w:noProof/>
                              <w:lang w:eastAsia="fr-FR"/>
                            </w:rPr>
                            <w:t xml:space="preserve">Effectuez les vérifications techniques préalables </w:t>
                          </w:r>
                        </w:p>
                        <w:p w14:paraId="51BF3885" w14:textId="77777777" w:rsidR="0076282A" w:rsidRPr="004072A5" w:rsidRDefault="0076282A" w:rsidP="0076282A">
                          <w:pPr>
                            <w:jc w:val="center"/>
                            <w:rPr>
                              <w:rFonts w:ascii="Britannic Bold" w:hAnsi="Britannic Bold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oval id="Ellipse 28" o:spid="_x0000_s1033" style="position:absolute;left:542;top:-2722;width:3962;height:3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LMRcIA&#10;AADbAAAADwAAAGRycy9kb3ducmV2LnhtbESPQWsCMRCF74L/IYzgrWbdg5WtUYogCD1pC17Hzbi7&#10;7WYSkqhbf33nUPA4M2/ee99qM7he3SimzrOB+awARVx723Fj4Otz97IElTKyxd4zGfilBJv1eLTC&#10;yvo7H+h2zI0SE04VGmhzDpXWqW7JYZr5QCy3i48Os4yx0TbiXcxdr8uiWGiHHUtCi4G2LdU/x6sz&#10;cKjDuXk9+bJfXMJOVt9x+HgYM50M72+gMg35Kf7/3lsDpZQVFuEA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ksxFwgAAANsAAAAPAAAAAAAAAAAAAAAAAJgCAABkcnMvZG93&#10;bnJldi54bWxQSwUGAAAAAAQABAD1AAAAhwMAAAAA&#10;" fillcolor="white [3212]" strokecolor="#1f4d78 [1604]" strokeweight="1pt">
                    <v:stroke joinstyle="miter"/>
                    <v:textbox>
                      <w:txbxContent>
                        <w:p w14:paraId="7A3CECA3" w14:textId="3AD2BFE4" w:rsidR="0076282A" w:rsidRPr="004F27C7" w:rsidRDefault="0076282A" w:rsidP="0076282A">
                          <w:pPr>
                            <w:jc w:val="center"/>
                            <w:rPr>
                              <w:rFonts w:ascii="Bernard MT Condensed" w:hAnsi="Bernard MT Condensed"/>
                              <w:b/>
                              <w:color w:val="44546A" w:themeColor="text2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Bernard MT Condensed" w:hAnsi="Bernard MT Condensed"/>
                              <w:b/>
                              <w:color w:val="44546A" w:themeColor="text2"/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v:textbox>
                  </v:oval>
                </v:group>
                <v:shape id="Image 29" o:spid="_x0000_s1034" type="#_x0000_t75" alt="Roue Dentée, Engins, Cog, Options, Paramètres, Machine" style="position:absolute;left:54020;top:-3250;width:5689;height:62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INP7CAAAA2wAAAA8AAABkcnMvZG93bnJldi54bWxEj0FrAjEUhO8F/0N4greaVaG0q1FEUHoS&#10;6grV22PzTBY3L0uS6tpf3xQKPQ4z8w2zWPWuFTcKsfGsYDIuQBDXXjdsFByr7fMriJiQNbaeScGD&#10;IqyWg6cFltrf+YNuh2REhnAsUYFNqSuljLUlh3HsO+LsXXxwmLIMRuqA9wx3rZwWxYt02HBesNjR&#10;xlJ9PXw5BTWfw/en8adjtZ/tqh21xsatUqNhv56DSNSn//Bf+10rmL7B75f8A+Ty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CDT+wgAAANsAAAAPAAAAAAAAAAAAAAAAAJ8C&#10;AABkcnMvZG93bnJldi54bWxQSwUGAAAAAAQABAD3AAAAjgMAAAAA&#10;">
                  <v:imagedata r:id="rId15" o:title="Roue Dentée, Engins, Cog, Options, Paramètres, Machine"/>
                  <v:path arrowok="t"/>
                </v:shape>
              </v:group>
            </w:pict>
          </mc:Fallback>
        </mc:AlternateContent>
      </w:r>
    </w:p>
    <w:p w14:paraId="25006FFD" w14:textId="77777777" w:rsidR="00F5677A" w:rsidRDefault="00F5677A" w:rsidP="00F5677A"/>
    <w:p w14:paraId="198E01D5" w14:textId="757CF71F" w:rsidR="0076282A" w:rsidRDefault="0076282A" w:rsidP="0076282A">
      <w:pPr>
        <w:spacing w:after="0"/>
      </w:pPr>
    </w:p>
    <w:p w14:paraId="1BDB97FC" w14:textId="087F4C31" w:rsidR="0076282A" w:rsidRDefault="0076282A" w:rsidP="0076282A">
      <w:r w:rsidRPr="00B666B3">
        <w:rPr>
          <w:b/>
          <w:noProof/>
          <w:u w:val="single"/>
          <w:lang w:eastAsia="fr-FR"/>
        </w:rPr>
        <w:drawing>
          <wp:anchor distT="0" distB="0" distL="114300" distR="114300" simplePos="0" relativeHeight="251748352" behindDoc="0" locked="0" layoutInCell="1" allowOverlap="1" wp14:anchorId="2D3DE829" wp14:editId="0D999434">
            <wp:simplePos x="0" y="0"/>
            <wp:positionH relativeFrom="column">
              <wp:posOffset>787400</wp:posOffset>
            </wp:positionH>
            <wp:positionV relativeFrom="paragraph">
              <wp:posOffset>431800</wp:posOffset>
            </wp:positionV>
            <wp:extent cx="4586605" cy="1524635"/>
            <wp:effectExtent l="0" t="0" r="4445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Bandeau horizontale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Afin de vous assurer du bon fonctionnement général, il est vivement conseillé d’effectuer</w:t>
      </w:r>
      <w:r w:rsidRPr="00EF351F">
        <w:t xml:space="preserve"> </w:t>
      </w:r>
      <w:r>
        <w:t xml:space="preserve">sur la plateforme les vérifications ci-dessous. </w:t>
      </w:r>
    </w:p>
    <w:p w14:paraId="52626EF2" w14:textId="77777777" w:rsidR="0076282A" w:rsidRDefault="0076282A" w:rsidP="0076282A"/>
    <w:p w14:paraId="25470FEF" w14:textId="77777777" w:rsidR="0076282A" w:rsidRDefault="0076282A" w:rsidP="0076282A"/>
    <w:p w14:paraId="323B0B62" w14:textId="77777777" w:rsidR="0076282A" w:rsidRDefault="0076282A" w:rsidP="0076282A"/>
    <w:p w14:paraId="1E3073FD" w14:textId="77777777" w:rsidR="0076282A" w:rsidRDefault="0076282A" w:rsidP="0076282A"/>
    <w:p w14:paraId="04A323F7" w14:textId="2C76968D" w:rsidR="0076282A" w:rsidRDefault="0076282A" w:rsidP="0076282A"/>
    <w:p w14:paraId="2ACD506F" w14:textId="70870FA8" w:rsidR="00E2231F" w:rsidRDefault="00E2231F" w:rsidP="00F5677A">
      <w:pPr>
        <w:spacing w:after="0"/>
        <w:jc w:val="center"/>
        <w:rPr>
          <w:i/>
        </w:rPr>
      </w:pPr>
    </w:p>
    <w:p w14:paraId="12CB2C73" w14:textId="77777777" w:rsidR="007C4C9E" w:rsidRPr="00F5677A" w:rsidRDefault="007C4C9E" w:rsidP="00F5677A">
      <w:pPr>
        <w:spacing w:after="0"/>
        <w:jc w:val="center"/>
        <w:rPr>
          <w:i/>
        </w:rPr>
      </w:pPr>
    </w:p>
    <w:p w14:paraId="21197B5F" w14:textId="2ADD465B" w:rsidR="0076282A" w:rsidRDefault="00F5677A" w:rsidP="00AE29ED">
      <w:r>
        <w:rPr>
          <w:noProof/>
          <w:lang w:eastAsia="fr-FR"/>
        </w:rPr>
        <w:drawing>
          <wp:anchor distT="0" distB="0" distL="114300" distR="114300" simplePos="0" relativeHeight="251769856" behindDoc="0" locked="0" layoutInCell="1" allowOverlap="1" wp14:anchorId="23F0E470" wp14:editId="5EB20F45">
            <wp:simplePos x="0" y="0"/>
            <wp:positionH relativeFrom="column">
              <wp:posOffset>5691934</wp:posOffset>
            </wp:positionH>
            <wp:positionV relativeFrom="paragraph">
              <wp:posOffset>-249094</wp:posOffset>
            </wp:positionV>
            <wp:extent cx="500260" cy="500260"/>
            <wp:effectExtent l="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flat-2126879_960_720.png"/>
                    <pic:cNvPicPr/>
                  </pic:nvPicPr>
                  <pic:blipFill>
                    <a:blip r:embed="rId17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260" cy="50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D903262" wp14:editId="5EDDE8F1">
                <wp:simplePos x="0" y="0"/>
                <wp:positionH relativeFrom="column">
                  <wp:posOffset>1905</wp:posOffset>
                </wp:positionH>
                <wp:positionV relativeFrom="paragraph">
                  <wp:posOffset>-171640</wp:posOffset>
                </wp:positionV>
                <wp:extent cx="6221095" cy="379095"/>
                <wp:effectExtent l="0" t="0" r="27305" b="20955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1095" cy="379095"/>
                          <a:chOff x="38412" y="-183050"/>
                          <a:chExt cx="6221560" cy="379095"/>
                        </a:xfrm>
                      </wpg:grpSpPr>
                      <wps:wsp>
                        <wps:cNvPr id="15" name="Rectangle à coins arrondis 15"/>
                        <wps:cNvSpPr/>
                        <wps:spPr>
                          <a:xfrm>
                            <a:off x="94891" y="-125083"/>
                            <a:ext cx="6165081" cy="287655"/>
                          </a:xfrm>
                          <a:prstGeom prst="roundRect">
                            <a:avLst/>
                          </a:prstGeom>
                          <a:solidFill>
                            <a:schemeClr val="tx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E3BB8A" w14:textId="27311055" w:rsidR="0076282A" w:rsidRPr="004072A5" w:rsidRDefault="00F5677A" w:rsidP="0076282A">
                              <w:pPr>
                                <w:ind w:firstLine="708"/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</w:pPr>
                              <w:r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  <w:t>Réalisez vos démarches</w:t>
                              </w:r>
                              <w:r w:rsidR="00E2231F">
                                <w:rPr>
                                  <w:rFonts w:ascii="Britannic Bold" w:hAnsi="Britannic Bold"/>
                                  <w:noProof/>
                                  <w:lang w:eastAsia="fr-FR"/>
                                </w:rPr>
                                <w:t xml:space="preserve"> en quelques clics ! </w:t>
                              </w:r>
                            </w:p>
                            <w:p w14:paraId="169E60C2" w14:textId="77777777" w:rsidR="0076282A" w:rsidRPr="004072A5" w:rsidRDefault="0076282A" w:rsidP="0076282A">
                              <w:pPr>
                                <w:jc w:val="center"/>
                                <w:rPr>
                                  <w:rFonts w:ascii="Britannic Bold" w:hAnsi="Britannic Bold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Ellipse 16"/>
                        <wps:cNvSpPr/>
                        <wps:spPr>
                          <a:xfrm>
                            <a:off x="38412" y="-183050"/>
                            <a:ext cx="445689" cy="37909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F2B679" w14:textId="74F246AC" w:rsidR="0076282A" w:rsidRPr="004F27C7" w:rsidRDefault="004112E5" w:rsidP="0076282A">
                              <w:pPr>
                                <w:jc w:val="center"/>
                                <w:rPr>
                                  <w:rFonts w:ascii="Bernard MT Condensed" w:hAnsi="Bernard MT Condensed"/>
                                  <w:b/>
                                  <w:color w:val="44546A" w:themeColor="text2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color w:val="44546A" w:themeColor="text2"/>
                                  <w:sz w:val="26"/>
                                  <w:szCs w:val="26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903262" id="Groupe 23" o:spid="_x0000_s1035" style="position:absolute;margin-left:.15pt;margin-top:-13.5pt;width:489.85pt;height:29.85pt;z-index:251756544;mso-width-relative:margin;mso-height-relative:margin" coordorigin="384,-1830" coordsize="62215,3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">
                <v:roundrect id="Rectangle à coins arrondis 15" o:spid="_x0000_s1036" style="position:absolute;left:948;top:-1250;width:61651;height:28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pm8MA&#10;AADbAAAADwAAAGRycy9kb3ducmV2LnhtbERPS2vCQBC+C/0PyxS8iG6sWkqaVaRUKMWLNh56G7KT&#10;B92dDdltkv57tyB4m4/vOdlutEb01PnGsYLlIgFBXDjdcKUg/zrMX0D4gKzROCYFf+Rht32YZJhq&#10;N/CJ+nOoRAxhn6KCOoQ2ldIXNVn0C9cSR650ncUQYVdJ3eEQw62RT0nyLC02HBtqbOmtpuLn/GsV&#10;2D0Ps+Pn8rvs19XFjCZf5fZdqenjuH8FEWgMd/HN/aHj/A38/x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Tpm8MAAADbAAAADwAAAAAAAAAAAAAAAACYAgAAZHJzL2Rv&#10;d25yZXYueG1sUEsFBgAAAAAEAAQA9QAAAIgDAAAAAA==&#10;" fillcolor="#44546a [3215]" strokecolor="#1f4d78 [1604]" strokeweight="1pt">
                  <v:stroke joinstyle="miter"/>
                  <v:textbox>
                    <w:txbxContent>
                      <w:p w14:paraId="17E3BB8A" w14:textId="27311055" w:rsidR="0076282A" w:rsidRPr="004072A5" w:rsidRDefault="00F5677A" w:rsidP="0076282A">
                        <w:pPr>
                          <w:ind w:firstLine="708"/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</w:pPr>
                        <w:r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  <w:t>Réalisez vos démarches</w:t>
                        </w:r>
                        <w:r w:rsidR="00E2231F">
                          <w:rPr>
                            <w:rFonts w:ascii="Britannic Bold" w:hAnsi="Britannic Bold"/>
                            <w:noProof/>
                            <w:lang w:eastAsia="fr-FR"/>
                          </w:rPr>
                          <w:t xml:space="preserve"> en quelques clics ! </w:t>
                        </w:r>
                      </w:p>
                      <w:p w14:paraId="169E60C2" w14:textId="77777777" w:rsidR="0076282A" w:rsidRPr="004072A5" w:rsidRDefault="0076282A" w:rsidP="0076282A">
                        <w:pPr>
                          <w:jc w:val="center"/>
                          <w:rPr>
                            <w:rFonts w:ascii="Britannic Bold" w:hAnsi="Britannic Bold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oval id="Ellipse 16" o:spid="_x0000_s1037" style="position:absolute;left:384;top:-1830;width:4457;height:3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03EcIA&#10;AADbAAAADwAAAGRycy9kb3ducmV2LnhtbERPy2rDMBC8B/IPYgu9JXJzcINrJYRAoNCT3UCvW2v9&#10;aK2VkJTEzddHhUBuszs7MzvldjKjOJMPg2UFL8sMBHFj9cCdguPnYbEGESKyxtEyKfijANvNfFZi&#10;oe2FKzrXsRPJhEOBCvoYXSFlaHoyGJbWESeutd5gTKPvpPZ4SeZmlKssy6XBgVNCj472PTW/9cko&#10;qBr33b1+2dWYt+6QVj9++rgq9fw07d5ARJri4/iuftfp/Rz+uyQAc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TcRwgAAANsAAAAPAAAAAAAAAAAAAAAAAJgCAABkcnMvZG93&#10;bnJldi54bWxQSwUGAAAAAAQABAD1AAAAhwMAAAAA&#10;" fillcolor="white [3212]" strokecolor="#1f4d78 [1604]" strokeweight="1pt">
                  <v:stroke joinstyle="miter"/>
                  <v:textbox>
                    <w:txbxContent>
                      <w:p w14:paraId="54F2B679" w14:textId="74F246AC" w:rsidR="0076282A" w:rsidRPr="004F27C7" w:rsidRDefault="004112E5" w:rsidP="0076282A">
                        <w:pPr>
                          <w:jc w:val="center"/>
                          <w:rPr>
                            <w:rFonts w:ascii="Bernard MT Condensed" w:hAnsi="Bernard MT Condensed"/>
                            <w:b/>
                            <w:color w:val="44546A" w:themeColor="text2"/>
                            <w:sz w:val="26"/>
                            <w:szCs w:val="26"/>
                          </w:rPr>
                        </w:pPr>
                        <w:r>
                          <w:rPr>
                            <w:rFonts w:ascii="Bernard MT Condensed" w:hAnsi="Bernard MT Condensed"/>
                            <w:b/>
                            <w:color w:val="44546A" w:themeColor="text2"/>
                            <w:sz w:val="26"/>
                            <w:szCs w:val="26"/>
                          </w:rPr>
                          <w:t>32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677C3323" w14:textId="204C514A" w:rsidR="0076282A" w:rsidRPr="004112E5" w:rsidRDefault="004112E5" w:rsidP="0076282A">
      <w:pPr>
        <w:spacing w:after="0"/>
        <w:rPr>
          <w:b/>
          <w:noProof/>
          <w:lang w:eastAsia="fr-FR"/>
        </w:rPr>
      </w:pPr>
      <w:r w:rsidRPr="00D1657B">
        <w:rPr>
          <w:b/>
          <w:i/>
          <w:noProof/>
          <w:lang w:eastAsia="fr-FR"/>
        </w:rPr>
        <w:t>Dès à présent,</w:t>
      </w:r>
      <w:r>
        <w:rPr>
          <w:i/>
          <w:noProof/>
          <w:lang w:eastAsia="fr-FR"/>
        </w:rPr>
        <w:t xml:space="preserve"> il vous est </w:t>
      </w:r>
      <w:r w:rsidRPr="004112E5">
        <w:rPr>
          <w:i/>
          <w:noProof/>
          <w:u w:val="single"/>
          <w:lang w:eastAsia="fr-FR"/>
        </w:rPr>
        <w:t xml:space="preserve">possible </w:t>
      </w:r>
      <w:r w:rsidR="00D1657B">
        <w:rPr>
          <w:i/>
          <w:noProof/>
          <w:u w:val="single"/>
          <w:lang w:eastAsia="fr-FR"/>
        </w:rPr>
        <w:t>d’effectuer, en quelques clics, un certain nombre de démarches.</w:t>
      </w:r>
    </w:p>
    <w:p w14:paraId="22C2BCEE" w14:textId="4FC96E25" w:rsidR="0076282A" w:rsidRDefault="004112E5" w:rsidP="0076282A">
      <w:pPr>
        <w:spacing w:after="0"/>
        <w:rPr>
          <w:b/>
          <w:u w:val="single"/>
        </w:rPr>
      </w:pPr>
      <w:r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8A647C7" wp14:editId="3D7401DB">
                <wp:simplePos x="0" y="0"/>
                <wp:positionH relativeFrom="column">
                  <wp:posOffset>1913255</wp:posOffset>
                </wp:positionH>
                <wp:positionV relativeFrom="paragraph">
                  <wp:posOffset>22860</wp:posOffset>
                </wp:positionV>
                <wp:extent cx="2731292" cy="302260"/>
                <wp:effectExtent l="0" t="0" r="12065" b="215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292" cy="30226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2B8EE" w14:textId="0B8E905F" w:rsidR="0076282A" w:rsidRPr="00FE2515" w:rsidRDefault="0076282A" w:rsidP="0076282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E2515">
                              <w:rPr>
                                <w:b/>
                                <w:color w:val="000000" w:themeColor="text1"/>
                              </w:rPr>
                              <w:t xml:space="preserve">DEPOSER VOTRE OFFRE </w:t>
                            </w:r>
                            <w:r w:rsidR="004112E5">
                              <w:rPr>
                                <w:b/>
                                <w:color w:val="000000" w:themeColor="text1"/>
                              </w:rPr>
                              <w:t>EN LIGNE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A647C7" id="Rectangle à coins arrondis 6" o:spid="_x0000_s1038" style="position:absolute;margin-left:150.65pt;margin-top:1.8pt;width:215.05pt;height:23.8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" fillcolor="#fff2cc [663]" strokecolor="#002060" strokeweight="1pt">
                <v:stroke joinstyle="miter"/>
                <v:textbox>
                  <w:txbxContent>
                    <w:p w14:paraId="37E2B8EE" w14:textId="0B8E905F" w:rsidR="0076282A" w:rsidRPr="00FE2515" w:rsidRDefault="0076282A" w:rsidP="0076282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E2515">
                        <w:rPr>
                          <w:b/>
                          <w:color w:val="000000" w:themeColor="text1"/>
                        </w:rPr>
                        <w:t xml:space="preserve">DEPOSER VOTRE OFFRE </w:t>
                      </w:r>
                      <w:r w:rsidR="004112E5">
                        <w:rPr>
                          <w:b/>
                          <w:color w:val="000000" w:themeColor="text1"/>
                        </w:rPr>
                        <w:t>EN LIGNE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3D6A990" w14:textId="3444577D" w:rsidR="0076282A" w:rsidRDefault="004112E5" w:rsidP="0076282A">
      <w:pPr>
        <w:spacing w:after="0"/>
        <w:rPr>
          <w:b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649970F" wp14:editId="56FE2D70">
                <wp:simplePos x="0" y="0"/>
                <wp:positionH relativeFrom="column">
                  <wp:posOffset>-36195</wp:posOffset>
                </wp:positionH>
                <wp:positionV relativeFrom="paragraph">
                  <wp:posOffset>45085</wp:posOffset>
                </wp:positionV>
                <wp:extent cx="6236038" cy="1492250"/>
                <wp:effectExtent l="0" t="0" r="0" b="0"/>
                <wp:wrapNone/>
                <wp:docPr id="22" name="Rectangle à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6038" cy="14922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DD631F" w14:textId="4AA52E0E" w:rsidR="0076282A" w:rsidRDefault="0076282A" w:rsidP="0076282A">
                            <w:pPr>
                              <w:spacing w:after="0"/>
                              <w:ind w:left="2116" w:firstLine="8"/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  <w:r w:rsidRPr="005B4B7C">
                              <w:rPr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 xml:space="preserve">Pour </w:t>
                            </w:r>
                            <w:r>
                              <w:rPr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>toutes les consultations,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vous pouvez d’ores et déjà </w:t>
                            </w:r>
                            <w:r w:rsidRPr="006C7E09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déposer votre offre en ligne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</w:t>
                            </w:r>
                            <w:r w:rsidRPr="006C7E09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sans</w:t>
                            </w:r>
                            <w:r w:rsidRPr="006C7E0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</w:t>
                            </w:r>
                            <w:r w:rsidRPr="006C7E09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certificat électronique</w:t>
                            </w:r>
                            <w:r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,</w:t>
                            </w:r>
                            <w:r w:rsidRPr="00B84482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c’est-à-dire sans signer l’offre</w:t>
                            </w:r>
                            <w:r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. 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Il vous suffit de </w:t>
                            </w:r>
                            <w:r w:rsidRPr="004112E5">
                              <w:rPr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>déposer votre offre en pdf sur la plateforme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.</w:t>
                            </w:r>
                          </w:p>
                          <w:p w14:paraId="3B305BE0" w14:textId="77777777" w:rsidR="0076282A" w:rsidRDefault="0076282A" w:rsidP="0076282A">
                            <w:pPr>
                              <w:spacing w:after="0"/>
                              <w:ind w:left="2116" w:firstLine="8"/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</w:p>
                          <w:p w14:paraId="49418262" w14:textId="26781477" w:rsidR="0076282A" w:rsidRDefault="0076282A" w:rsidP="0076282A">
                            <w:pPr>
                              <w:spacing w:after="0"/>
                              <w:ind w:left="2116"/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  <w:r w:rsidRPr="006C7E09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Si vous êtes attributaire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, vous serez simplement </w:t>
                            </w:r>
                            <w:r w:rsidRPr="00112575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expressément sollicité pour procéder à la signature de votre offr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e (</w:t>
                            </w:r>
                            <w:r w:rsidR="00D23763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manuscritement ou électroniquement, selon vos possibilités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).</w:t>
                            </w:r>
                          </w:p>
                          <w:p w14:paraId="7133B38E" w14:textId="77777777" w:rsidR="0076282A" w:rsidRPr="003D0C16" w:rsidRDefault="0076282A" w:rsidP="0076282A">
                            <w:pPr>
                              <w:rPr>
                                <w:color w:val="44546A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49970F" id="Rectangle à coins arrondis 22" o:spid="_x0000_s1039" style="position:absolute;margin-left:-2.85pt;margin-top:3.55pt;width:491.05pt;height:117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" fillcolor="#e2efd9 [665]" stroked="f" strokeweight="1pt">
                <v:stroke joinstyle="miter"/>
                <v:textbox>
                  <w:txbxContent>
                    <w:p w14:paraId="0FDD631F" w14:textId="4AA52E0E" w:rsidR="0076282A" w:rsidRDefault="0076282A" w:rsidP="0076282A">
                      <w:pPr>
                        <w:spacing w:after="0"/>
                        <w:ind w:left="2116" w:firstLine="8"/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</w:pPr>
                      <w:r w:rsidRPr="005B4B7C">
                        <w:rPr>
                          <w:noProof/>
                          <w:color w:val="44546A" w:themeColor="text2"/>
                          <w:u w:val="single"/>
                          <w:lang w:eastAsia="fr-FR"/>
                        </w:rPr>
                        <w:t xml:space="preserve">Pour </w:t>
                      </w:r>
                      <w:r>
                        <w:rPr>
                          <w:noProof/>
                          <w:color w:val="44546A" w:themeColor="text2"/>
                          <w:u w:val="single"/>
                          <w:lang w:eastAsia="fr-FR"/>
                        </w:rPr>
                        <w:t>toutes les consultations,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vous pouvez d’ores et déjà </w:t>
                      </w:r>
                      <w:r w:rsidRPr="006C7E09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déposer votre offre en ligne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</w:t>
                      </w:r>
                      <w:r w:rsidRPr="006C7E09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sans</w:t>
                      </w:r>
                      <w:r w:rsidRPr="006C7E09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</w:t>
                      </w:r>
                      <w:r w:rsidRPr="006C7E09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certificat électronique</w:t>
                      </w:r>
                      <w:r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,</w:t>
                      </w:r>
                      <w:r w:rsidRPr="00B84482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 xml:space="preserve"> c’est-à-dire sans signer l’offre</w:t>
                      </w:r>
                      <w:r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 xml:space="preserve">. 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Il vous suffit de </w:t>
                      </w:r>
                      <w:r w:rsidRPr="004112E5">
                        <w:rPr>
                          <w:noProof/>
                          <w:color w:val="44546A" w:themeColor="text2"/>
                          <w:u w:val="single"/>
                          <w:lang w:eastAsia="fr-FR"/>
                        </w:rPr>
                        <w:t>déposer votre offre en pdf sur la plateforme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>.</w:t>
                      </w:r>
                    </w:p>
                    <w:p w14:paraId="3B305BE0" w14:textId="77777777" w:rsidR="0076282A" w:rsidRDefault="0076282A" w:rsidP="0076282A">
                      <w:pPr>
                        <w:spacing w:after="0"/>
                        <w:ind w:left="2116" w:firstLine="8"/>
                        <w:rPr>
                          <w:noProof/>
                          <w:color w:val="44546A" w:themeColor="text2"/>
                          <w:lang w:eastAsia="fr-FR"/>
                        </w:rPr>
                      </w:pPr>
                    </w:p>
                    <w:p w14:paraId="49418262" w14:textId="26781477" w:rsidR="0076282A" w:rsidRDefault="0076282A" w:rsidP="0076282A">
                      <w:pPr>
                        <w:spacing w:after="0"/>
                        <w:ind w:left="2116"/>
                        <w:rPr>
                          <w:noProof/>
                          <w:color w:val="44546A" w:themeColor="text2"/>
                          <w:lang w:eastAsia="fr-FR"/>
                        </w:rPr>
                      </w:pPr>
                      <w:r w:rsidRPr="006C7E09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Si vous êtes attributaire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, vous serez simplement </w:t>
                      </w:r>
                      <w:r w:rsidRPr="00112575">
                        <w:rPr>
                          <w:noProof/>
                          <w:color w:val="44546A" w:themeColor="text2"/>
                          <w:lang w:eastAsia="fr-FR"/>
                        </w:rPr>
                        <w:t>expressément sollicité pour procéder à la signature de votre offr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>e (</w:t>
                      </w:r>
                      <w:r w:rsidR="00D23763">
                        <w:rPr>
                          <w:noProof/>
                          <w:color w:val="44546A" w:themeColor="text2"/>
                          <w:lang w:eastAsia="fr-FR"/>
                        </w:rPr>
                        <w:t>manuscritement ou électroniquement, selon vos possibilités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>).</w:t>
                      </w:r>
                    </w:p>
                    <w:p w14:paraId="7133B38E" w14:textId="77777777" w:rsidR="0076282A" w:rsidRPr="003D0C16" w:rsidRDefault="0076282A" w:rsidP="0076282A">
                      <w:pPr>
                        <w:rPr>
                          <w:color w:val="44546A" w:themeColor="text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D33CE81" w14:textId="46A4D2E9" w:rsidR="0076282A" w:rsidRDefault="0076282A" w:rsidP="0076282A">
      <w:r w:rsidRPr="00BA7224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2705F52A" wp14:editId="77A14035">
                <wp:simplePos x="0" y="0"/>
                <wp:positionH relativeFrom="column">
                  <wp:posOffset>218440</wp:posOffset>
                </wp:positionH>
                <wp:positionV relativeFrom="paragraph">
                  <wp:posOffset>258971</wp:posOffset>
                </wp:positionV>
                <wp:extent cx="1033145" cy="683260"/>
                <wp:effectExtent l="0" t="0" r="0" b="2540"/>
                <wp:wrapNone/>
                <wp:docPr id="11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145" cy="683260"/>
                          <a:chOff x="0" y="0"/>
                          <a:chExt cx="2178286" cy="1456373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286" cy="14563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8093" y="85632"/>
                            <a:ext cx="956197" cy="10671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33542" id="Groupe 4" o:spid="_x0000_s1026" style="position:absolute;margin-left:17.2pt;margin-top:20.4pt;width:81.35pt;height:53.8pt;z-index:251753472;mso-width-relative:margin;mso-height-relative:margin" coordsize="21782,145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">
                <v:shape id="Image 12" o:spid="_x0000_s1027" type="#_x0000_t75" style="position:absolute;width:21782;height:14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4+wvEAAAA2wAAAA8AAABkcnMvZG93bnJldi54bWxET01rwkAQvRf8D8sIvYhumoMt0VWKYAna&#10;Q6si9jZkp0lodjZkpyb9992C0Ns83ucs14Nr1JW6UHs28DBLQBEX3tZcGjgdt9MnUEGQLTaeycAP&#10;BVivRndLzKzv+Z2uBylVDOGQoYFKpM20DkVFDsPMt8SR+/SdQ4mwK7XtsI/hrtFpksy1w5pjQ4Ut&#10;bSoqvg7fzsD8lD9+7NP9efcik9f0KHm/e7sYcz8enheghAb5F9/cuY3zU/j7JR6gV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4+wvEAAAA2wAAAA8AAAAAAAAAAAAAAAAA&#10;nwIAAGRycy9kb3ducmV2LnhtbFBLBQYAAAAABAAEAPcAAACQAwAAAAA=&#10;">
                  <v:imagedata r:id="rId20" o:title=""/>
                  <v:path arrowok="t"/>
                </v:shape>
                <v:shape id="Image 19" o:spid="_x0000_s1028" type="#_x0000_t75" style="position:absolute;left:5780;top:856;width:9562;height:10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rmXXCAAAA2wAAAA8AAABkcnMvZG93bnJldi54bWxET0trwkAQvgv+h2UKvUjdpIeiqauIWvEU&#10;MH3hbchOk9DsbNjdmvTfu4LgbT6+5yxWg2nFmZxvLCtIpwkI4tLqhisFH+9vTzMQPiBrbC2Tgn/y&#10;sFqORwvMtO35SOciVCKGsM9QQR1Cl0npy5oM+qntiCP3Y53BEKGrpHbYx3DTyuckeZEGG44NNXa0&#10;qan8Lf6MgrXM56d0O/mi3em7GdJ9jp/9RKnHh2H9CiLQEO7im/ug4/w5XH+JB8jl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q5l1wgAAANsAAAAPAAAAAAAAAAAAAAAAAJ8C&#10;AABkcnMvZG93bnJldi54bWxQSwUGAAAAAAQABAD3AAAAjgMAAAAA&#10;">
                  <v:imagedata r:id="rId21" o:title=""/>
                  <v:path arrowok="t"/>
                </v:shape>
              </v:group>
            </w:pict>
          </mc:Fallback>
        </mc:AlternateContent>
      </w:r>
    </w:p>
    <w:p w14:paraId="478618DC" w14:textId="423AF776" w:rsidR="0076282A" w:rsidRDefault="0076282A" w:rsidP="0076282A">
      <w:pPr>
        <w:spacing w:after="0"/>
      </w:pPr>
    </w:p>
    <w:p w14:paraId="7E747C45" w14:textId="1B0AA141" w:rsidR="0076282A" w:rsidRDefault="0076282A" w:rsidP="0076282A">
      <w:pPr>
        <w:spacing w:after="0"/>
      </w:pPr>
    </w:p>
    <w:p w14:paraId="55D066CA" w14:textId="19089F2B" w:rsidR="0076282A" w:rsidRDefault="0076282A" w:rsidP="0076282A">
      <w:pPr>
        <w:spacing w:after="0"/>
      </w:pPr>
    </w:p>
    <w:p w14:paraId="370439D0" w14:textId="1D613B67" w:rsidR="0076282A" w:rsidRDefault="0076282A" w:rsidP="0076282A">
      <w:pPr>
        <w:spacing w:after="0"/>
      </w:pPr>
    </w:p>
    <w:p w14:paraId="382A9FA7" w14:textId="20F468F8" w:rsidR="0076282A" w:rsidRDefault="0076282A" w:rsidP="0076282A">
      <w:pPr>
        <w:spacing w:after="0"/>
      </w:pPr>
    </w:p>
    <w:p w14:paraId="57D73AB9" w14:textId="77777777" w:rsidR="007C4C9E" w:rsidRDefault="007C4C9E" w:rsidP="004112E5"/>
    <w:p w14:paraId="01A2A3E1" w14:textId="77777777" w:rsidR="007C4C9E" w:rsidRDefault="007C4C9E" w:rsidP="007C4C9E">
      <w:pPr>
        <w:spacing w:after="0"/>
        <w:jc w:val="center"/>
        <w:rPr>
          <w:i/>
          <w:noProof/>
          <w:color w:val="44546A" w:themeColor="text2"/>
          <w:u w:val="single"/>
          <w:lang w:eastAsia="fr-FR"/>
        </w:rPr>
      </w:pPr>
      <w:r>
        <w:rPr>
          <w:i/>
          <w:noProof/>
          <w:color w:val="44546A" w:themeColor="text2"/>
          <w:u w:val="single"/>
          <w:lang w:eastAsia="fr-FR"/>
        </w:rPr>
        <w:t>Consultez notre guide : « Comment déposer une offre sur notre profil d’acheteur »</w:t>
      </w:r>
    </w:p>
    <w:p w14:paraId="55E7FBD4" w14:textId="195B612A" w:rsidR="00192213" w:rsidRDefault="005C108D" w:rsidP="004112E5">
      <w:r w:rsidRPr="004112E5"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CD207AE" wp14:editId="36E7D1EB">
                <wp:simplePos x="0" y="0"/>
                <wp:positionH relativeFrom="column">
                  <wp:posOffset>1556911</wp:posOffset>
                </wp:positionH>
                <wp:positionV relativeFrom="paragraph">
                  <wp:posOffset>233680</wp:posOffset>
                </wp:positionV>
                <wp:extent cx="3562350" cy="302260"/>
                <wp:effectExtent l="0" t="0" r="19050" b="21590"/>
                <wp:wrapNone/>
                <wp:docPr id="34" name="Rectangle à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30226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6FEAFA" w14:textId="7AD0F8CB" w:rsidR="004112E5" w:rsidRPr="00FE2515" w:rsidRDefault="004112E5" w:rsidP="004112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ECHANGER AVEC LE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D207AE" id="Rectangle à coins arrondis 34" o:spid="_x0000_s1040" style="position:absolute;margin-left:122.6pt;margin-top:18.4pt;width:280.5pt;height:23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" fillcolor="#fff2cc [663]" strokecolor="#002060" strokeweight="1pt">
                <v:stroke joinstyle="miter"/>
                <v:textbox>
                  <w:txbxContent>
                    <w:p w14:paraId="116FEAFA" w14:textId="7AD0F8CB" w:rsidR="004112E5" w:rsidRPr="00FE2515" w:rsidRDefault="004112E5" w:rsidP="004112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ECHANGER AVEC LE POUVOIR ADJUDICATEUR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E7FBD5" w14:textId="2AFBCFB0" w:rsidR="000220AE" w:rsidRDefault="005C108D" w:rsidP="000220AE">
      <w:r w:rsidRPr="004112E5">
        <w:rPr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5FD27F8" wp14:editId="62A2EC68">
                <wp:simplePos x="0" y="0"/>
                <wp:positionH relativeFrom="column">
                  <wp:posOffset>-30752</wp:posOffset>
                </wp:positionH>
                <wp:positionV relativeFrom="paragraph">
                  <wp:posOffset>164637</wp:posOffset>
                </wp:positionV>
                <wp:extent cx="6256655" cy="3705101"/>
                <wp:effectExtent l="0" t="0" r="0" b="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6655" cy="3705101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231881" w14:textId="77777777" w:rsidR="004112E5" w:rsidRPr="003D0C16" w:rsidRDefault="004112E5" w:rsidP="004112E5">
                            <w:pPr>
                              <w:rPr>
                                <w:color w:val="44546A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FD27F8" id="Rectangle à coins arrondis 31" o:spid="_x0000_s1041" style="position:absolute;margin-left:-2.4pt;margin-top:12.95pt;width:492.65pt;height:29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" fillcolor="#e2efd9 [665]" stroked="f" strokeweight="1pt">
                <v:stroke joinstyle="miter"/>
                <v:textbox>
                  <w:txbxContent>
                    <w:p w14:paraId="44231881" w14:textId="77777777" w:rsidR="004112E5" w:rsidRPr="003D0C16" w:rsidRDefault="004112E5" w:rsidP="004112E5">
                      <w:pPr>
                        <w:rPr>
                          <w:color w:val="44546A" w:themeColor="text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5E7FBD6" w14:textId="56A09701" w:rsidR="000220AE" w:rsidRDefault="00F5677A" w:rsidP="000220A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6B70F05" wp14:editId="71FD0174">
                <wp:simplePos x="0" y="0"/>
                <wp:positionH relativeFrom="column">
                  <wp:posOffset>2504440</wp:posOffset>
                </wp:positionH>
                <wp:positionV relativeFrom="paragraph">
                  <wp:posOffset>67310</wp:posOffset>
                </wp:positionV>
                <wp:extent cx="1602740" cy="284480"/>
                <wp:effectExtent l="0" t="0" r="16510" b="20320"/>
                <wp:wrapNone/>
                <wp:docPr id="40" name="Rectangle à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40" cy="28448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2E5C4" w14:textId="0E641028" w:rsidR="00F5677A" w:rsidRPr="00F5677A" w:rsidRDefault="00F5677A" w:rsidP="00F5677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F5677A">
                              <w:rPr>
                                <w:b/>
                                <w:color w:val="000000" w:themeColor="text1"/>
                              </w:rPr>
                              <w:t>Poser une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B70F05" id="Rectangle à coins arrondis 40" o:spid="_x0000_s1042" style="position:absolute;margin-left:197.2pt;margin-top:5.3pt;width:126.2pt;height:22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" fillcolor="#fff2cc [663]" strokecolor="#002060" strokeweight="1pt">
                <v:stroke joinstyle="miter"/>
                <v:textbox>
                  <w:txbxContent>
                    <w:p w14:paraId="5532E5C4" w14:textId="0E641028" w:rsidR="00F5677A" w:rsidRPr="00F5677A" w:rsidRDefault="00F5677A" w:rsidP="00F5677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F5677A">
                        <w:rPr>
                          <w:b/>
                          <w:color w:val="000000" w:themeColor="text1"/>
                        </w:rPr>
                        <w:t>Poser une question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E7FBD7" w14:textId="2B85CF96" w:rsidR="004043F1" w:rsidRDefault="007C4C9E" w:rsidP="00CE52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F064AFE" wp14:editId="3DBD3086">
                <wp:simplePos x="0" y="0"/>
                <wp:positionH relativeFrom="column">
                  <wp:posOffset>691515</wp:posOffset>
                </wp:positionH>
                <wp:positionV relativeFrom="paragraph">
                  <wp:posOffset>107315</wp:posOffset>
                </wp:positionV>
                <wp:extent cx="5354955" cy="771525"/>
                <wp:effectExtent l="0" t="0" r="0" b="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4955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10EC4" w14:textId="000148A5" w:rsidR="00C31EE0" w:rsidRPr="00934B79" w:rsidRDefault="00934B79" w:rsidP="005C108D">
                            <w:pPr>
                              <w:spacing w:after="0" w:line="240" w:lineRule="auto"/>
                              <w:jc w:val="both"/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La plateforme vous permet de </w:t>
                            </w:r>
                            <w:r w:rsidRPr="00934B79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poser vos questions directement en ligne</w:t>
                            </w: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. </w:t>
                            </w:r>
                          </w:p>
                          <w:p w14:paraId="74E13D80" w14:textId="218C12CE" w:rsidR="00934B79" w:rsidRPr="00934B79" w:rsidRDefault="00934B79" w:rsidP="005C108D">
                            <w:pPr>
                              <w:spacing w:after="0" w:line="240" w:lineRule="auto"/>
                              <w:jc w:val="both"/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Le pouvoir adjudicateur </w:t>
                            </w:r>
                            <w:r w:rsidRPr="00934B79">
                              <w:rPr>
                                <w:b/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>reçoit une alerte dès le dépôt</w:t>
                            </w: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d’une question.</w:t>
                            </w:r>
                          </w:p>
                          <w:p w14:paraId="43334933" w14:textId="2E1DF8D1" w:rsidR="00934B79" w:rsidRPr="00934B79" w:rsidRDefault="00934B79" w:rsidP="005C108D">
                            <w:pPr>
                              <w:spacing w:after="0" w:line="240" w:lineRule="auto"/>
                              <w:jc w:val="both"/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D</w:t>
                            </w: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ès lors qu’une réponse est apportée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, </w:t>
                            </w: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v</w:t>
                            </w:r>
                            <w:r w:rsidRPr="00934B79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ous êtes i</w:t>
                            </w:r>
                            <w:r w:rsidRPr="00934B79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nvités à télécharger les nouveaux éléments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de précisions.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64AFE" id="_x0000_t202" coordsize="21600,21600" o:spt="202" path="m,l,21600r21600,l21600,xe">
                <v:stroke joinstyle="miter"/>
                <v:path gradientshapeok="t" o:connecttype="rect"/>
              </v:shapetype>
              <v:shape id="Zone de texte 42" o:spid="_x0000_s1043" type="#_x0000_t202" style="position:absolute;margin-left:54.45pt;margin-top:8.45pt;width:421.65pt;height:60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" filled="f" stroked="f" strokeweight=".5pt">
                <v:textbox>
                  <w:txbxContent>
                    <w:p w14:paraId="57D10EC4" w14:textId="000148A5" w:rsidR="00C31EE0" w:rsidRPr="00934B79" w:rsidRDefault="00934B79" w:rsidP="005C108D">
                      <w:pPr>
                        <w:spacing w:after="0" w:line="240" w:lineRule="auto"/>
                        <w:jc w:val="both"/>
                        <w:rPr>
                          <w:noProof/>
                          <w:color w:val="44546A" w:themeColor="text2"/>
                          <w:lang w:eastAsia="fr-FR"/>
                        </w:rPr>
                      </w:pP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La plateforme vous permet de </w:t>
                      </w:r>
                      <w:r w:rsidRPr="00934B79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poser vos questions directement en ligne</w:t>
                      </w: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. </w:t>
                      </w:r>
                    </w:p>
                    <w:p w14:paraId="74E13D80" w14:textId="218C12CE" w:rsidR="00934B79" w:rsidRPr="00934B79" w:rsidRDefault="00934B79" w:rsidP="005C108D">
                      <w:pPr>
                        <w:spacing w:after="0" w:line="240" w:lineRule="auto"/>
                        <w:jc w:val="both"/>
                        <w:rPr>
                          <w:noProof/>
                          <w:color w:val="44546A" w:themeColor="text2"/>
                          <w:lang w:eastAsia="fr-FR"/>
                        </w:rPr>
                      </w:pP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Le pouvoir adjudicateur </w:t>
                      </w:r>
                      <w:r w:rsidRPr="00934B79">
                        <w:rPr>
                          <w:b/>
                          <w:noProof/>
                          <w:color w:val="44546A" w:themeColor="text2"/>
                          <w:u w:val="single"/>
                          <w:lang w:eastAsia="fr-FR"/>
                        </w:rPr>
                        <w:t>reçoit une alerte dès le dépôt</w:t>
                      </w: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d’une question.</w:t>
                      </w:r>
                    </w:p>
                    <w:p w14:paraId="43334933" w14:textId="2E1DF8D1" w:rsidR="00934B79" w:rsidRPr="00934B79" w:rsidRDefault="00934B79" w:rsidP="005C108D">
                      <w:pPr>
                        <w:spacing w:after="0" w:line="240" w:lineRule="auto"/>
                        <w:jc w:val="both"/>
                        <w:rPr>
                          <w:noProof/>
                          <w:color w:val="44546A" w:themeColor="text2"/>
                          <w:lang w:eastAsia="fr-FR"/>
                        </w:rPr>
                      </w:pP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>D</w:t>
                      </w: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>ès lors qu’une réponse est apportée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, </w:t>
                      </w: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>v</w:t>
                      </w:r>
                      <w:r w:rsidRPr="00934B79">
                        <w:rPr>
                          <w:noProof/>
                          <w:color w:val="44546A" w:themeColor="text2"/>
                          <w:lang w:eastAsia="fr-FR"/>
                        </w:rPr>
                        <w:t>ous êtes i</w:t>
                      </w:r>
                      <w:r w:rsidRPr="00934B79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nvités à télécharger les nouveaux éléments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de précisions.</w:t>
                      </w:r>
                    </w:p>
                  </w:txbxContent>
                </v:textbox>
              </v:shape>
            </w:pict>
          </mc:Fallback>
        </mc:AlternateContent>
      </w:r>
      <w:r w:rsidR="005C108D">
        <w:rPr>
          <w:noProof/>
          <w:lang w:eastAsia="fr-FR"/>
        </w:rPr>
        <w:drawing>
          <wp:anchor distT="0" distB="0" distL="114300" distR="114300" simplePos="0" relativeHeight="251770880" behindDoc="0" locked="0" layoutInCell="1" allowOverlap="1" wp14:anchorId="72B2828A" wp14:editId="477970C7">
            <wp:simplePos x="0" y="0"/>
            <wp:positionH relativeFrom="column">
              <wp:posOffset>121920</wp:posOffset>
            </wp:positionH>
            <wp:positionV relativeFrom="paragraph">
              <wp:posOffset>245219</wp:posOffset>
            </wp:positionV>
            <wp:extent cx="534670" cy="534670"/>
            <wp:effectExtent l="0" t="0" r="0" b="0"/>
            <wp:wrapThrough wrapText="bothSides">
              <wp:wrapPolygon edited="0">
                <wp:start x="5387" y="0"/>
                <wp:lineTo x="0" y="2309"/>
                <wp:lineTo x="0" y="16931"/>
                <wp:lineTo x="5387" y="20779"/>
                <wp:lineTo x="15392" y="20779"/>
                <wp:lineTo x="20779" y="18470"/>
                <wp:lineTo x="20779" y="2309"/>
                <wp:lineTo x="15392" y="0"/>
                <wp:lineTo x="5387" y="0"/>
              </wp:wrapPolygon>
            </wp:wrapThrough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Question.png"/>
                    <pic:cNvPicPr/>
                  </pic:nvPicPr>
                  <pic:blipFill>
                    <a:blip r:embed="rId22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4D2D4" w14:textId="592DB7B7" w:rsidR="004112E5" w:rsidRDefault="004112E5" w:rsidP="00CE52BF"/>
    <w:p w14:paraId="0F58DFBC" w14:textId="45108EC5" w:rsidR="004112E5" w:rsidRDefault="005C108D" w:rsidP="00CE52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5490EC4" wp14:editId="6A9060B7">
                <wp:simplePos x="0" y="0"/>
                <wp:positionH relativeFrom="column">
                  <wp:posOffset>2241550</wp:posOffset>
                </wp:positionH>
                <wp:positionV relativeFrom="paragraph">
                  <wp:posOffset>276860</wp:posOffset>
                </wp:positionV>
                <wp:extent cx="2136775" cy="284480"/>
                <wp:effectExtent l="0" t="0" r="15875" b="2032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6775" cy="28448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B6661A" w14:textId="0EEC3462" w:rsidR="00F5677A" w:rsidRPr="00F5677A" w:rsidRDefault="00F5677A" w:rsidP="00F5677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Envoyer/Recevoir un courrier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490EC4" id="Rectangle à coins arrondis 41" o:spid="_x0000_s1044" style="position:absolute;margin-left:176.5pt;margin-top:21.8pt;width:168.25pt;height:22.4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" fillcolor="#fff2cc [663]" strokecolor="#002060" strokeweight="1pt">
                <v:stroke joinstyle="miter"/>
                <v:textbox>
                  <w:txbxContent>
                    <w:p w14:paraId="4AB6661A" w14:textId="0EEC3462" w:rsidR="00F5677A" w:rsidRPr="00F5677A" w:rsidRDefault="00F5677A" w:rsidP="00F5677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Envoyer/Recevoir un courrier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C2DE04" w14:textId="0B43DA0B" w:rsidR="004112E5" w:rsidRDefault="004112E5" w:rsidP="00CE52BF"/>
    <w:p w14:paraId="5613AD10" w14:textId="162A8C4D" w:rsidR="00F5677A" w:rsidRDefault="005C108D" w:rsidP="00CE52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7DDA69C" wp14:editId="67232A97">
                <wp:simplePos x="0" y="0"/>
                <wp:positionH relativeFrom="column">
                  <wp:posOffset>680275</wp:posOffset>
                </wp:positionH>
                <wp:positionV relativeFrom="paragraph">
                  <wp:posOffset>16510</wp:posOffset>
                </wp:positionV>
                <wp:extent cx="5379085" cy="1983105"/>
                <wp:effectExtent l="0" t="0" r="0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9085" cy="198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C2CD8" w14:textId="57AED758" w:rsidR="00822263" w:rsidRPr="005C108D" w:rsidRDefault="00822263" w:rsidP="005C108D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222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La plate</w:t>
                            </w:r>
                            <w:r w:rsid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-forme intègre une fonction de </w:t>
                            </w:r>
                            <w:r w:rsidR="005C108D" w:rsidRP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</w:t>
                            </w:r>
                            <w:r w:rsidRP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essagerie sécurisée avec accusé de</w:t>
                            </w:r>
                            <w:r w:rsid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réception opposable</w:t>
                            </w:r>
                            <w:r w:rsidRPr="008222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, qui permet à chaque </w:t>
                            </w:r>
                            <w:r w:rsidR="00D237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pouvoir adjudicateur</w:t>
                            </w:r>
                            <w:r w:rsidRPr="008222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d'échanger des courriers électroniques sécurisés avec les </w:t>
                            </w:r>
                            <w:r w:rsidR="00D237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entreprises</w:t>
                            </w:r>
                            <w:r w:rsidRPr="008222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, selon le même principe que les lettres recommandées avec accusé de réception.</w:t>
                            </w:r>
                          </w:p>
                          <w:p w14:paraId="1405108E" w14:textId="4453F190" w:rsidR="005C108D" w:rsidRPr="005C108D" w:rsidRDefault="005C108D" w:rsidP="005C108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Si le message envoyé par </w:t>
                            </w:r>
                            <w:r w:rsidR="00D237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 pouvoir adjudicateur</w:t>
                            </w: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 été con</w:t>
                            </w:r>
                            <w:r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figuré de façon à permettre une </w:t>
                            </w: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réponse, il est alors possible de cliquer sur le bouton </w:t>
                            </w:r>
                            <w:r w:rsidRP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"répondre à ce</w:t>
                            </w:r>
                            <w:r w:rsidRPr="005C108D">
                              <w:rPr>
                                <w:rFonts w:ascii="Arial" w:hAnsi="Arial" w:cs="Arial"/>
                                <w:b/>
                                <w:bCs/>
                                <w:color w:val="44546A" w:themeColor="tex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message".</w:t>
                            </w:r>
                          </w:p>
                          <w:p w14:paraId="6927B751" w14:textId="2A376EE0" w:rsidR="005C108D" w:rsidRPr="005C108D" w:rsidRDefault="005C108D" w:rsidP="005C108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L'</w:t>
                            </w:r>
                            <w:r w:rsidR="00D237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entreprise</w:t>
                            </w: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accède alors à l'écran de réponse qui </w:t>
                            </w:r>
                            <w:r w:rsidRPr="005C108D">
                              <w:rPr>
                                <w:b/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permet d'ajouter des pièces jointes</w:t>
                            </w: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149533C8" w14:textId="4C0E86AA" w:rsidR="005C108D" w:rsidRPr="005C108D" w:rsidRDefault="005C108D" w:rsidP="005C108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NB : Pour pouvoir répondre via la plate-forme, il </w:t>
                            </w:r>
                            <w:r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est </w:t>
                            </w:r>
                            <w:r w:rsidRPr="005C108D">
                              <w:rPr>
                                <w:b/>
                                <w:color w:val="44546A" w:themeColor="text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nécessaire de disposer d'un compte Entreprise et d'être authentifié sur la plateforme</w:t>
                            </w: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793CE605" w14:textId="7A8C48AD" w:rsidR="00822263" w:rsidRPr="00822263" w:rsidRDefault="005C108D" w:rsidP="005C108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Une fois terminé, l'Utilisateur Entreprise clique sur le bouton "Envoyer</w:t>
                            </w:r>
                            <w:r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". </w:t>
                            </w:r>
                            <w:r w:rsidR="00D23763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Le pouvoir adjudicateur est alors prévenu</w:t>
                            </w:r>
                            <w:r w:rsidRPr="005C108D">
                              <w:rPr>
                                <w:color w:val="44546A" w:themeColor="text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de l'envoi réalisé.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DA69C" id="Zone de texte 43" o:spid="_x0000_s1045" type="#_x0000_t202" style="position:absolute;margin-left:53.55pt;margin-top:1.3pt;width:423.55pt;height:156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" filled="f" stroked="f" strokeweight=".5pt">
                <v:textbox>
                  <w:txbxContent>
                    <w:p w14:paraId="64DC2CD8" w14:textId="57AED758" w:rsidR="00822263" w:rsidRPr="005C108D" w:rsidRDefault="00822263" w:rsidP="005C108D">
                      <w:pPr>
                        <w:spacing w:after="0" w:line="240" w:lineRule="auto"/>
                        <w:jc w:val="both"/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222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La plate</w:t>
                      </w:r>
                      <w:r w:rsid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-forme intègre une fonction de </w:t>
                      </w:r>
                      <w:r w:rsidR="005C108D" w:rsidRP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</w:t>
                      </w:r>
                      <w:r w:rsidRP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essagerie sécurisée avec accusé de</w:t>
                      </w:r>
                      <w:r w:rsid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réception opposable</w:t>
                      </w:r>
                      <w:r w:rsidRPr="008222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, qui permet à chaque </w:t>
                      </w:r>
                      <w:r w:rsidR="00D237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pouvoir adjudicateur</w:t>
                      </w:r>
                      <w:r w:rsidRPr="008222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d'échanger des courriers électroniques sécurisés avec les </w:t>
                      </w:r>
                      <w:r w:rsidR="00D237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entreprises</w:t>
                      </w:r>
                      <w:r w:rsidRPr="008222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, selon le même principe que les lettres recommandées avec accusé de réception.</w:t>
                      </w:r>
                    </w:p>
                    <w:p w14:paraId="1405108E" w14:textId="4453F190" w:rsidR="005C108D" w:rsidRPr="005C108D" w:rsidRDefault="005C108D" w:rsidP="005C108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Si le message envoyé par </w:t>
                      </w:r>
                      <w:r w:rsidR="00D237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le pouvoir adjudicateur</w:t>
                      </w: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 été con</w:t>
                      </w:r>
                      <w:r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figuré de façon à permettre une </w:t>
                      </w: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réponse, il est alors possible de cliquer sur le bouton </w:t>
                      </w:r>
                      <w:r w:rsidRP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"répondre à ce</w:t>
                      </w:r>
                      <w:r w:rsidRPr="005C108D">
                        <w:rPr>
                          <w:rFonts w:ascii="Arial" w:hAnsi="Arial" w:cs="Arial"/>
                          <w:b/>
                          <w:bCs/>
                          <w:color w:val="44546A" w:themeColor="text2"/>
                          <w:sz w:val="24"/>
                          <w:szCs w:val="24"/>
                        </w:rPr>
                        <w:t xml:space="preserve"> </w:t>
                      </w:r>
                      <w:r w:rsidRP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message".</w:t>
                      </w:r>
                    </w:p>
                    <w:p w14:paraId="6927B751" w14:textId="2A376EE0" w:rsidR="005C108D" w:rsidRPr="005C108D" w:rsidRDefault="005C108D" w:rsidP="005C108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L'</w:t>
                      </w:r>
                      <w:r w:rsidR="00D237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entreprise</w:t>
                      </w: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accède alors à l'écran de réponse qui </w:t>
                      </w:r>
                      <w:r w:rsidRPr="005C108D">
                        <w:rPr>
                          <w:b/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permet d'ajouter des pièces jointes</w:t>
                      </w: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149533C8" w14:textId="4C0E86AA" w:rsidR="005C108D" w:rsidRPr="005C108D" w:rsidRDefault="005C108D" w:rsidP="005C108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NB : Pour pouvoir répondre via la plate-forme, il </w:t>
                      </w:r>
                      <w:r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est </w:t>
                      </w:r>
                      <w:r w:rsidRPr="005C108D">
                        <w:rPr>
                          <w:b/>
                          <w:color w:val="44546A" w:themeColor="text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nécessaire de disposer d'un compte Entreprise et d'être authentifié sur la plateforme</w:t>
                      </w: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793CE605" w14:textId="7A8C48AD" w:rsidR="00822263" w:rsidRPr="00822263" w:rsidRDefault="005C108D" w:rsidP="005C108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Une fois terminé, l'Utilisateur Entreprise clique sur le bouton "Envoyer</w:t>
                      </w:r>
                      <w:r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". </w:t>
                      </w:r>
                      <w:r w:rsidR="00D23763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Le pouvoir adjudicateur est alors prévenu</w:t>
                      </w:r>
                      <w:r w:rsidRPr="005C108D">
                        <w:rPr>
                          <w:color w:val="44546A" w:themeColor="text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de l'envoi réalisé.</w:t>
                      </w:r>
                    </w:p>
                  </w:txbxContent>
                </v:textbox>
              </v:shape>
            </w:pict>
          </mc:Fallback>
        </mc:AlternateContent>
      </w:r>
    </w:p>
    <w:p w14:paraId="62CB099D" w14:textId="26346116" w:rsidR="00F5677A" w:rsidRDefault="00F5677A" w:rsidP="00CE52BF"/>
    <w:p w14:paraId="223CB550" w14:textId="364A2938" w:rsidR="00F5677A" w:rsidRDefault="00C31EE0" w:rsidP="00CE52BF">
      <w:r>
        <w:rPr>
          <w:noProof/>
          <w:lang w:eastAsia="fr-FR"/>
        </w:rPr>
        <w:drawing>
          <wp:anchor distT="0" distB="0" distL="114300" distR="114300" simplePos="0" relativeHeight="251768832" behindDoc="0" locked="0" layoutInCell="1" allowOverlap="1" wp14:anchorId="5F8D3660" wp14:editId="6241A36B">
            <wp:simplePos x="0" y="0"/>
            <wp:positionH relativeFrom="column">
              <wp:posOffset>99060</wp:posOffset>
            </wp:positionH>
            <wp:positionV relativeFrom="paragraph">
              <wp:posOffset>57975</wp:posOffset>
            </wp:positionV>
            <wp:extent cx="569595" cy="746125"/>
            <wp:effectExtent l="0" t="0" r="1905" b="0"/>
            <wp:wrapThrough wrapText="bothSides">
              <wp:wrapPolygon edited="0">
                <wp:start x="0" y="0"/>
                <wp:lineTo x="0" y="20957"/>
                <wp:lineTo x="20950" y="20957"/>
                <wp:lineTo x="20950" y="0"/>
                <wp:lineTo x="0" y="0"/>
              </wp:wrapPolygon>
            </wp:wrapThrough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Timbre_@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047969" w14:textId="77777777" w:rsidR="00F5677A" w:rsidRDefault="00F5677A" w:rsidP="00CE52BF"/>
    <w:p w14:paraId="5CB25F39" w14:textId="77777777" w:rsidR="00F5677A" w:rsidRDefault="00F5677A" w:rsidP="00CE52BF"/>
    <w:p w14:paraId="41FC02BF" w14:textId="77777777" w:rsidR="00F5677A" w:rsidRDefault="00F5677A" w:rsidP="00CE52BF"/>
    <w:p w14:paraId="4BE31C8C" w14:textId="77777777" w:rsidR="00F5677A" w:rsidRDefault="00F5677A" w:rsidP="00CE52BF"/>
    <w:p w14:paraId="6BBF6D19" w14:textId="77777777" w:rsidR="00C31EE0" w:rsidRDefault="00C31EE0" w:rsidP="00CE52BF"/>
    <w:p w14:paraId="57EFBF66" w14:textId="51C9D747" w:rsidR="004112E5" w:rsidRDefault="004112E5" w:rsidP="00CE52BF"/>
    <w:p w14:paraId="21A64E50" w14:textId="44B9C465" w:rsidR="004112E5" w:rsidRPr="0076282A" w:rsidRDefault="004112E5" w:rsidP="004112E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67C478C" wp14:editId="50AEF3E3">
                <wp:simplePos x="0" y="0"/>
                <wp:positionH relativeFrom="column">
                  <wp:posOffset>-137160</wp:posOffset>
                </wp:positionH>
                <wp:positionV relativeFrom="paragraph">
                  <wp:posOffset>-534670</wp:posOffset>
                </wp:positionV>
                <wp:extent cx="6605590" cy="973455"/>
                <wp:effectExtent l="0" t="0" r="0" b="17145"/>
                <wp:wrapNone/>
                <wp:docPr id="45" name="Groupe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5590" cy="973455"/>
                          <a:chOff x="0" y="-385622"/>
                          <a:chExt cx="6606045" cy="973455"/>
                        </a:xfrm>
                      </wpg:grpSpPr>
                      <wpg:grpSp>
                        <wpg:cNvPr id="44" name="Groupe 44"/>
                        <wpg:cNvGrpSpPr/>
                        <wpg:grpSpPr>
                          <a:xfrm>
                            <a:off x="0" y="-43696"/>
                            <a:ext cx="6270563" cy="379095"/>
                            <a:chOff x="0" y="-266980"/>
                            <a:chExt cx="6270563" cy="379095"/>
                          </a:xfrm>
                        </wpg:grpSpPr>
                        <wps:wsp>
                          <wps:cNvPr id="32" name="Rectangle à coins arrondis 32"/>
                          <wps:cNvSpPr/>
                          <wps:spPr>
                            <a:xfrm>
                              <a:off x="102173" y="-211170"/>
                              <a:ext cx="6168390" cy="287655"/>
                            </a:xfrm>
                            <a:prstGeom prst="roundRect">
                              <a:avLst/>
                            </a:prstGeom>
                            <a:solidFill>
                              <a:schemeClr val="tx2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D030464" w14:textId="509B0315" w:rsidR="004112E5" w:rsidRPr="004072A5" w:rsidRDefault="007C4C9E" w:rsidP="004112E5">
                                <w:pPr>
                                  <w:ind w:firstLine="708"/>
                                  <w:rPr>
                                    <w:rFonts w:ascii="Britannic Bold" w:hAnsi="Britannic Bold"/>
                                    <w:noProof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ascii="Britannic Bold" w:hAnsi="Britannic Bold"/>
                                    <w:noProof/>
                                    <w:lang w:eastAsia="fr-FR"/>
                                  </w:rPr>
                                  <w:t>La signature électronique de vos contrats</w:t>
                                </w:r>
                              </w:p>
                              <w:p w14:paraId="47CC24ED" w14:textId="77777777" w:rsidR="004112E5" w:rsidRPr="004072A5" w:rsidRDefault="004112E5" w:rsidP="004112E5">
                                <w:pPr>
                                  <w:jc w:val="center"/>
                                  <w:rPr>
                                    <w:rFonts w:ascii="Britannic Bold" w:hAnsi="Britannic Bold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Ellipse 33"/>
                          <wps:cNvSpPr/>
                          <wps:spPr>
                            <a:xfrm>
                              <a:off x="0" y="-266980"/>
                              <a:ext cx="488950" cy="37909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DB18590" w14:textId="49753717" w:rsidR="004112E5" w:rsidRPr="004F27C7" w:rsidRDefault="007C4C9E" w:rsidP="004112E5">
                                <w:pPr>
                                  <w:jc w:val="center"/>
                                  <w:rPr>
                                    <w:rFonts w:ascii="Bernard MT Condensed" w:hAnsi="Bernard MT Condensed"/>
                                    <w:b/>
                                    <w:color w:val="44546A" w:themeColor="tex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Bernard MT Condensed" w:hAnsi="Bernard MT Condensed"/>
                                    <w:b/>
                                    <w:color w:val="44546A" w:themeColor="text2"/>
                                    <w:sz w:val="26"/>
                                    <w:szCs w:val="26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5" name="Image 35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272609">
                            <a:off x="5632590" y="-385622"/>
                            <a:ext cx="973455" cy="973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7C478C" id="Groupe 45" o:spid="_x0000_s1046" style="position:absolute;margin-left:-10.8pt;margin-top:-42.1pt;width:520.15pt;height:76.65pt;z-index:251760640;mso-width-relative:margin" coordorigin=",-3856" coordsize="66060,97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">
                <v:group id="Groupe 44" o:spid="_x0000_s1047" style="position:absolute;top:-436;width:62705;height:3789" coordorigin=",-2669" coordsize="62705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oundrect id="Rectangle à coins arrondis 32" o:spid="_x0000_s1048" style="position:absolute;left:1021;top:-2111;width:61684;height:287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tj8QA&#10;AADbAAAADwAAAGRycy9kb3ducmV2LnhtbESPT4vCMBTE78J+h/AW9iKa+odFqlFk2QURL2r34O3R&#10;PNuyyUtpsm399kYQPA4z8xtmtemtES01vnKsYDJOQBDnTldcKMjOP6MFCB+QNRrHpOBGHjbrt8EK&#10;U+06PlJ7CoWIEPYpKihDqFMpfV6SRT92NXH0rq6xGKJsCqkb7CLcGjlNkk9pseK4UGJNXyXlf6d/&#10;q8BuuRse9pPLtZ0Xv6Y32Syz30p9vPfbJYhAfXiFn+2dVjCbwuN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4LY/EAAAA2wAAAA8AAAAAAAAAAAAAAAAAmAIAAGRycy9k&#10;b3ducmV2LnhtbFBLBQYAAAAABAAEAPUAAACJAwAAAAA=&#10;" fillcolor="#44546a [3215]" strokecolor="#1f4d78 [1604]" strokeweight="1pt">
                    <v:stroke joinstyle="miter"/>
                    <v:textbox>
                      <w:txbxContent>
                        <w:p w14:paraId="0D030464" w14:textId="509B0315" w:rsidR="004112E5" w:rsidRPr="004072A5" w:rsidRDefault="007C4C9E" w:rsidP="004112E5">
                          <w:pPr>
                            <w:ind w:firstLine="708"/>
                            <w:rPr>
                              <w:rFonts w:ascii="Britannic Bold" w:hAnsi="Britannic Bold"/>
                              <w:noProof/>
                              <w:lang w:eastAsia="fr-FR"/>
                            </w:rPr>
                          </w:pPr>
                          <w:r>
                            <w:rPr>
                              <w:rFonts w:ascii="Britannic Bold" w:hAnsi="Britannic Bold"/>
                              <w:noProof/>
                              <w:lang w:eastAsia="fr-FR"/>
                            </w:rPr>
                            <w:t>La signature électronique de vos contrats</w:t>
                          </w:r>
                        </w:p>
                        <w:p w14:paraId="47CC24ED" w14:textId="77777777" w:rsidR="004112E5" w:rsidRPr="004072A5" w:rsidRDefault="004112E5" w:rsidP="004112E5">
                          <w:pPr>
                            <w:jc w:val="center"/>
                            <w:rPr>
                              <w:rFonts w:ascii="Britannic Bold" w:hAnsi="Britannic Bold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oval id="Ellipse 33" o:spid="_x0000_s1049" style="position:absolute;top:-2669;width:4889;height:37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I6b4A&#10;AADbAAAADwAAAGRycy9kb3ducmV2LnhtbERPTYvCMBC9C/sfwix4s+kqqHSNsgiC4ElX8DrbjG21&#10;mYQkavXXG0HY4/vmzRadacWVfGgsK/jKchDEpdUNVwr2v6vBFESIyBpby6TgTgEW84/eDAttb7yl&#10;6y5WIpVwKFBBHaMrpAxlTQZDZh1x0o7WG4wJ+kpqj7dUblo5zPOxNNhwWqjR0bKm8ry7GAXb0v1V&#10;k4MdtuOjWyXq5LvNQ6n+Z/fzDSJSF//N7/RaKxiN4PUl/QA5f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vyOm+AAAA2wAAAA8AAAAAAAAAAAAAAAAAmAIAAGRycy9kb3ducmV2&#10;LnhtbFBLBQYAAAAABAAEAPUAAACDAwAAAAA=&#10;" fillcolor="white [3212]" strokecolor="#1f4d78 [1604]" strokeweight="1pt">
                    <v:stroke joinstyle="miter"/>
                    <v:textbox>
                      <w:txbxContent>
                        <w:p w14:paraId="7DB18590" w14:textId="49753717" w:rsidR="004112E5" w:rsidRPr="004F27C7" w:rsidRDefault="007C4C9E" w:rsidP="004112E5">
                          <w:pPr>
                            <w:jc w:val="center"/>
                            <w:rPr>
                              <w:rFonts w:ascii="Bernard MT Condensed" w:hAnsi="Bernard MT Condensed"/>
                              <w:b/>
                              <w:color w:val="44546A" w:themeColor="text2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Bernard MT Condensed" w:hAnsi="Bernard MT Condensed"/>
                              <w:b/>
                              <w:color w:val="44546A" w:themeColor="text2"/>
                              <w:sz w:val="26"/>
                              <w:szCs w:val="26"/>
                            </w:rPr>
                            <w:t>4</w:t>
                          </w:r>
                        </w:p>
                      </w:txbxContent>
                    </v:textbox>
                  </v:oval>
                </v:group>
                <v:shape id="Image 35" o:spid="_x0000_s1050" type="#_x0000_t75" style="position:absolute;left:56325;top:-3856;width:9735;height:9734;rotation:1390028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wr7XEAAAA2wAAAA8AAABkcnMvZG93bnJldi54bWxEj0FrAjEUhO8F/0N4Qi/FzdpSkdUoopR6&#10;rHYv3p6b192tm5eYpLr++0Yo9DjMzDfMfNmbTlzIh9aygnGWgyCurG65VlB+vo2mIEJE1thZJgU3&#10;CrBcDB7mWGh75R1d9rEWCcKhQAVNjK6QMlQNGQyZdcTJ+7LeYEzS11J7vCa46eRznk+kwZbTQoOO&#10;1g1Vp/2PUeBLe/xuN66yHzc+l+ute1q9H5R6HParGYhIffwP/7W3WsHLK9y/pB8gF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wr7XEAAAA2wAAAA8AAAAAAAAAAAAAAAAA&#10;nwIAAGRycy9kb3ducmV2LnhtbFBLBQYAAAAABAAEAPcAAACQAwAAAAA=&#10;">
                  <v:imagedata r:id="rId26" o:title="" recolortarget="#314d1f [1449]"/>
                  <v:path arrowok="t"/>
                </v:shape>
              </v:group>
            </w:pict>
          </mc:Fallback>
        </mc:AlternateContent>
      </w:r>
    </w:p>
    <w:p w14:paraId="041729C2" w14:textId="422126DA" w:rsidR="004112E5" w:rsidRPr="00CB789B" w:rsidRDefault="004112E5" w:rsidP="004112E5">
      <w:pPr>
        <w:spacing w:after="0"/>
        <w:rPr>
          <w:i/>
          <w:noProof/>
          <w:lang w:eastAsia="fr-FR"/>
        </w:rPr>
      </w:pPr>
      <w:r w:rsidRPr="002E3AFA">
        <w:rPr>
          <w:i/>
          <w:noProof/>
          <w:lang w:eastAsia="fr-FR"/>
        </w:rPr>
        <w:t xml:space="preserve">La </w:t>
      </w:r>
      <w:r w:rsidRPr="002E3AFA">
        <w:rPr>
          <w:b/>
          <w:i/>
          <w:noProof/>
          <w:lang w:eastAsia="fr-FR"/>
        </w:rPr>
        <w:t>signature électronique</w:t>
      </w:r>
      <w:r w:rsidRPr="002E3AFA">
        <w:rPr>
          <w:i/>
          <w:noProof/>
          <w:lang w:eastAsia="fr-FR"/>
        </w:rPr>
        <w:t xml:space="preserve"> est l’action qui consiste à </w:t>
      </w:r>
      <w:r w:rsidRPr="002E3AFA">
        <w:rPr>
          <w:i/>
          <w:noProof/>
          <w:u w:val="single"/>
          <w:lang w:eastAsia="fr-FR"/>
        </w:rPr>
        <w:t>signer &amp; authen</w:t>
      </w:r>
      <w:r>
        <w:rPr>
          <w:i/>
          <w:noProof/>
          <w:u w:val="single"/>
          <w:lang w:eastAsia="fr-FR"/>
        </w:rPr>
        <w:t>tifier un document informatique</w:t>
      </w:r>
      <w:r w:rsidRPr="002E3AFA">
        <w:rPr>
          <w:i/>
          <w:noProof/>
          <w:u w:val="single"/>
          <w:lang w:eastAsia="fr-FR"/>
        </w:rPr>
        <w:t>.</w:t>
      </w:r>
    </w:p>
    <w:p w14:paraId="07A9B106" w14:textId="7249E1D3" w:rsidR="004112E5" w:rsidRDefault="007C4C9E" w:rsidP="004112E5">
      <w:pPr>
        <w:spacing w:after="0"/>
      </w:pPr>
      <w:r w:rsidRPr="00F72B82">
        <w:rPr>
          <w:noProof/>
          <w:lang w:eastAsia="fr-FR"/>
        </w:rPr>
        <w:drawing>
          <wp:anchor distT="0" distB="0" distL="114300" distR="114300" simplePos="0" relativeHeight="251762688" behindDoc="1" locked="0" layoutInCell="1" allowOverlap="1" wp14:anchorId="03DFE1C0" wp14:editId="3B9A647C">
            <wp:simplePos x="0" y="0"/>
            <wp:positionH relativeFrom="column">
              <wp:posOffset>174625</wp:posOffset>
            </wp:positionH>
            <wp:positionV relativeFrom="paragraph">
              <wp:posOffset>183515</wp:posOffset>
            </wp:positionV>
            <wp:extent cx="584200" cy="542290"/>
            <wp:effectExtent l="0" t="0" r="6350" b="0"/>
            <wp:wrapTight wrapText="bothSides">
              <wp:wrapPolygon edited="0">
                <wp:start x="1409" y="0"/>
                <wp:lineTo x="0" y="1518"/>
                <wp:lineTo x="0" y="20487"/>
                <wp:lineTo x="21130" y="20487"/>
                <wp:lineTo x="21130" y="1518"/>
                <wp:lineTo x="19722" y="0"/>
                <wp:lineTo x="1409" y="0"/>
              </wp:wrapPolygon>
            </wp:wrapTight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12E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5CCD990" wp14:editId="561C2F91">
                <wp:simplePos x="0" y="0"/>
                <wp:positionH relativeFrom="column">
                  <wp:posOffset>-7620</wp:posOffset>
                </wp:positionH>
                <wp:positionV relativeFrom="paragraph">
                  <wp:posOffset>82550</wp:posOffset>
                </wp:positionV>
                <wp:extent cx="6195695" cy="763325"/>
                <wp:effectExtent l="0" t="0" r="0" b="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695" cy="763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5DF3FA" w14:textId="148CB39D" w:rsidR="004112E5" w:rsidRDefault="004112E5" w:rsidP="004112E5">
                            <w:pPr>
                              <w:spacing w:after="0"/>
                              <w:ind w:left="1416"/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</w:pPr>
                            <w:r w:rsidRPr="00137362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>A partir du 1</w:t>
                            </w:r>
                            <w:r w:rsidRPr="00137362">
                              <w:rPr>
                                <w:b/>
                                <w:noProof/>
                                <w:color w:val="44546A" w:themeColor="text2"/>
                                <w:vertAlign w:val="superscript"/>
                                <w:lang w:eastAsia="fr-FR"/>
                              </w:rPr>
                              <w:t>er</w:t>
                            </w:r>
                            <w:r w:rsidRPr="00137362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Octobre 2018</w:t>
                            </w:r>
                            <w:r w:rsidRPr="00150E37">
                              <w:rPr>
                                <w:b/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>,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</w:t>
                            </w:r>
                            <w:r w:rsidR="005655A7">
                              <w:rPr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 xml:space="preserve">certains pouvoirs adjudicateurs vont </w:t>
                            </w:r>
                            <w:r w:rsidR="005655A7" w:rsidRPr="005655A7">
                              <w:rPr>
                                <w:b/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>imposer la signature électronique</w:t>
                            </w:r>
                            <w:r w:rsidR="005655A7">
                              <w:rPr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 xml:space="preserve">, en cas d’attribution. 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Il</w:t>
                            </w:r>
                            <w:r w:rsidRPr="003D0C16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conviendra </w:t>
                            </w:r>
                            <w:r w:rsidR="005655A7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alors d’être en possession</w:t>
                            </w:r>
                            <w:r w:rsidRPr="00137362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d’un certificat électronique</w:t>
                            </w:r>
                            <w:r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afin de</w:t>
                            </w:r>
                            <w:r w:rsidRPr="003D0C16">
                              <w:rPr>
                                <w:b/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</w:t>
                            </w:r>
                            <w:r w:rsidRPr="00137362">
                              <w:rPr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  <w:t>signer électroniquement</w:t>
                            </w:r>
                            <w:r w:rsidRPr="003D0C16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 xml:space="preserve"> </w:t>
                            </w:r>
                            <w:r w:rsidR="005655A7">
                              <w:rPr>
                                <w:noProof/>
                                <w:color w:val="44546A" w:themeColor="text2"/>
                                <w:lang w:eastAsia="fr-FR"/>
                              </w:rPr>
                              <w:t>votre contrat.</w:t>
                            </w:r>
                          </w:p>
                          <w:p w14:paraId="156591AB" w14:textId="77777777" w:rsidR="004112E5" w:rsidRPr="00AE054F" w:rsidRDefault="004112E5" w:rsidP="004112E5">
                            <w:pPr>
                              <w:spacing w:after="0"/>
                              <w:ind w:left="1416"/>
                              <w:jc w:val="center"/>
                              <w:rPr>
                                <w:i/>
                                <w:noProof/>
                                <w:color w:val="44546A" w:themeColor="text2"/>
                                <w:u w:val="single"/>
                                <w:lang w:eastAsia="fr-FR"/>
                              </w:rPr>
                            </w:pPr>
                          </w:p>
                          <w:p w14:paraId="74920A69" w14:textId="77777777" w:rsidR="004112E5" w:rsidRPr="003D0C16" w:rsidRDefault="004112E5" w:rsidP="004112E5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CD990" id="Rectangle à coins arrondis 37" o:spid="_x0000_s1051" style="position:absolute;margin-left:-.6pt;margin-top:6.5pt;width:487.85pt;height:60.1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" fillcolor="#e2efd9 [665]" stroked="f" strokeweight="1pt">
                <v:stroke joinstyle="miter"/>
                <v:textbox>
                  <w:txbxContent>
                    <w:p w14:paraId="1E5DF3FA" w14:textId="148CB39D" w:rsidR="004112E5" w:rsidRDefault="004112E5" w:rsidP="004112E5">
                      <w:pPr>
                        <w:spacing w:after="0"/>
                        <w:ind w:left="1416"/>
                        <w:rPr>
                          <w:noProof/>
                          <w:color w:val="44546A" w:themeColor="text2"/>
                          <w:lang w:eastAsia="fr-FR"/>
                        </w:rPr>
                      </w:pPr>
                      <w:r w:rsidRPr="00137362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>A partir du 1</w:t>
                      </w:r>
                      <w:r w:rsidRPr="00137362">
                        <w:rPr>
                          <w:b/>
                          <w:noProof/>
                          <w:color w:val="44546A" w:themeColor="text2"/>
                          <w:vertAlign w:val="superscript"/>
                          <w:lang w:eastAsia="fr-FR"/>
                        </w:rPr>
                        <w:t>er</w:t>
                      </w:r>
                      <w:r w:rsidRPr="00137362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 xml:space="preserve"> Octobre 2018</w:t>
                      </w:r>
                      <w:r w:rsidRPr="00150E37">
                        <w:rPr>
                          <w:b/>
                          <w:noProof/>
                          <w:color w:val="44546A" w:themeColor="text2"/>
                          <w:u w:val="single"/>
                          <w:lang w:eastAsia="fr-FR"/>
                        </w:rPr>
                        <w:t>,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</w:t>
                      </w:r>
                      <w:r w:rsidR="005655A7">
                        <w:rPr>
                          <w:noProof/>
                          <w:color w:val="44546A" w:themeColor="text2"/>
                          <w:u w:val="single"/>
                          <w:lang w:eastAsia="fr-FR"/>
                        </w:rPr>
                        <w:t xml:space="preserve">certains pouvoirs adjudicateurs vont </w:t>
                      </w:r>
                      <w:r w:rsidR="005655A7" w:rsidRPr="005655A7">
                        <w:rPr>
                          <w:b/>
                          <w:noProof/>
                          <w:color w:val="44546A" w:themeColor="text2"/>
                          <w:u w:val="single"/>
                          <w:lang w:eastAsia="fr-FR"/>
                        </w:rPr>
                        <w:t>imposer la signature électronique</w:t>
                      </w:r>
                      <w:r w:rsidR="005655A7">
                        <w:rPr>
                          <w:noProof/>
                          <w:color w:val="44546A" w:themeColor="text2"/>
                          <w:u w:val="single"/>
                          <w:lang w:eastAsia="fr-FR"/>
                        </w:rPr>
                        <w:t xml:space="preserve">, en cas d’attribution. 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>Il</w:t>
                      </w:r>
                      <w:r w:rsidRPr="003D0C16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conviendra </w:t>
                      </w:r>
                      <w:r w:rsidR="005655A7">
                        <w:rPr>
                          <w:noProof/>
                          <w:color w:val="44546A" w:themeColor="text2"/>
                          <w:lang w:eastAsia="fr-FR"/>
                        </w:rPr>
                        <w:t>alors d’être en possession</w:t>
                      </w:r>
                      <w:r w:rsidRPr="00137362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 xml:space="preserve"> d’un certificat électronique</w:t>
                      </w:r>
                      <w:r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afin de</w:t>
                      </w:r>
                      <w:r w:rsidRPr="003D0C16">
                        <w:rPr>
                          <w:b/>
                          <w:noProof/>
                          <w:color w:val="44546A" w:themeColor="text2"/>
                          <w:lang w:eastAsia="fr-FR"/>
                        </w:rPr>
                        <w:t xml:space="preserve"> </w:t>
                      </w:r>
                      <w:r w:rsidRPr="00137362">
                        <w:rPr>
                          <w:noProof/>
                          <w:color w:val="44546A" w:themeColor="text2"/>
                          <w:u w:val="single"/>
                          <w:lang w:eastAsia="fr-FR"/>
                        </w:rPr>
                        <w:t>signer électroniquement</w:t>
                      </w:r>
                      <w:r w:rsidRPr="003D0C16">
                        <w:rPr>
                          <w:noProof/>
                          <w:color w:val="44546A" w:themeColor="text2"/>
                          <w:lang w:eastAsia="fr-FR"/>
                        </w:rPr>
                        <w:t xml:space="preserve"> </w:t>
                      </w:r>
                      <w:r w:rsidR="005655A7">
                        <w:rPr>
                          <w:noProof/>
                          <w:color w:val="44546A" w:themeColor="text2"/>
                          <w:lang w:eastAsia="fr-FR"/>
                        </w:rPr>
                        <w:t>votre contrat.</w:t>
                      </w:r>
                    </w:p>
                    <w:p w14:paraId="156591AB" w14:textId="77777777" w:rsidR="004112E5" w:rsidRPr="00AE054F" w:rsidRDefault="004112E5" w:rsidP="004112E5">
                      <w:pPr>
                        <w:spacing w:after="0"/>
                        <w:ind w:left="1416"/>
                        <w:jc w:val="center"/>
                        <w:rPr>
                          <w:i/>
                          <w:noProof/>
                          <w:color w:val="44546A" w:themeColor="text2"/>
                          <w:u w:val="single"/>
                          <w:lang w:eastAsia="fr-FR"/>
                        </w:rPr>
                      </w:pPr>
                    </w:p>
                    <w:p w14:paraId="74920A69" w14:textId="77777777" w:rsidR="004112E5" w:rsidRPr="003D0C16" w:rsidRDefault="004112E5" w:rsidP="004112E5">
                      <w:pPr>
                        <w:jc w:val="center"/>
                        <w:rPr>
                          <w:color w:val="44546A" w:themeColor="text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F8F9D7" w14:textId="66F579AD" w:rsidR="004112E5" w:rsidRDefault="004112E5" w:rsidP="004112E5">
      <w:pPr>
        <w:spacing w:after="0"/>
      </w:pPr>
    </w:p>
    <w:p w14:paraId="51956B98" w14:textId="7FF1084E" w:rsidR="004112E5" w:rsidRDefault="004112E5" w:rsidP="004112E5">
      <w:pPr>
        <w:spacing w:after="0"/>
      </w:pPr>
    </w:p>
    <w:p w14:paraId="6C4D92CA" w14:textId="5AF36B41" w:rsidR="004112E5" w:rsidRDefault="004112E5" w:rsidP="004112E5">
      <w:pPr>
        <w:spacing w:after="0"/>
      </w:pPr>
    </w:p>
    <w:p w14:paraId="770530C9" w14:textId="1F61138C" w:rsidR="004112E5" w:rsidRDefault="004112E5" w:rsidP="004112E5">
      <w:pPr>
        <w:spacing w:after="0"/>
      </w:pPr>
    </w:p>
    <w:p w14:paraId="30BB8D40" w14:textId="564A61BC" w:rsidR="007C4C9E" w:rsidRDefault="007C4C9E" w:rsidP="007C4C9E">
      <w:pPr>
        <w:spacing w:after="0"/>
        <w:rPr>
          <w:b/>
          <w:sz w:val="30"/>
          <w:szCs w:val="30"/>
        </w:rPr>
      </w:pPr>
      <w:r w:rsidRPr="0076282A">
        <w:rPr>
          <w:b/>
          <w:noProof/>
          <w:sz w:val="30"/>
          <w:szCs w:val="30"/>
          <w:lang w:eastAsia="fr-FR"/>
        </w:rPr>
        <w:drawing>
          <wp:anchor distT="0" distB="0" distL="114300" distR="114300" simplePos="0" relativeHeight="251779072" behindDoc="0" locked="0" layoutInCell="1" allowOverlap="1" wp14:anchorId="7E944980" wp14:editId="61EB9E56">
            <wp:simplePos x="0" y="0"/>
            <wp:positionH relativeFrom="column">
              <wp:posOffset>5002530</wp:posOffset>
            </wp:positionH>
            <wp:positionV relativeFrom="paragraph">
              <wp:posOffset>80010</wp:posOffset>
            </wp:positionV>
            <wp:extent cx="512445" cy="512445"/>
            <wp:effectExtent l="0" t="0" r="1905" b="190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282A">
        <w:rPr>
          <w:b/>
          <w:noProof/>
          <w:sz w:val="30"/>
          <w:szCs w:val="30"/>
          <w:lang w:eastAsia="fr-FR"/>
        </w:rPr>
        <w:drawing>
          <wp:anchor distT="0" distB="0" distL="114300" distR="114300" simplePos="0" relativeHeight="251763712" behindDoc="0" locked="0" layoutInCell="1" allowOverlap="1" wp14:anchorId="0E27EFC5" wp14:editId="61C33D89">
            <wp:simplePos x="0" y="0"/>
            <wp:positionH relativeFrom="column">
              <wp:posOffset>658495</wp:posOffset>
            </wp:positionH>
            <wp:positionV relativeFrom="paragraph">
              <wp:posOffset>83185</wp:posOffset>
            </wp:positionV>
            <wp:extent cx="512445" cy="512445"/>
            <wp:effectExtent l="0" t="0" r="1905" b="190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7235D" w14:textId="7039579E" w:rsidR="004112E5" w:rsidRPr="00B64CB3" w:rsidRDefault="007C4C9E" w:rsidP="00B64CB3">
      <w:pPr>
        <w:spacing w:after="0"/>
        <w:jc w:val="center"/>
        <w:rPr>
          <w:b/>
          <w:sz w:val="32"/>
          <w:szCs w:val="30"/>
        </w:rPr>
      </w:pPr>
      <w:r w:rsidRPr="007C4C9E">
        <w:rPr>
          <w:b/>
          <w:noProof/>
          <w:color w:val="44546A" w:themeColor="text2"/>
          <w:sz w:val="24"/>
          <w:lang w:eastAsia="fr-FR"/>
        </w:rPr>
        <w:t xml:space="preserve">En savoir plus sur la signature électronique : </w:t>
      </w:r>
      <w:hyperlink r:id="rId29" w:history="1">
        <w:r w:rsidRPr="007C4C9E">
          <w:rPr>
            <w:rStyle w:val="Lienhypertexte"/>
            <w:b/>
            <w:noProof/>
            <w:sz w:val="24"/>
            <w:lang w:eastAsia="fr-FR"/>
          </w:rPr>
          <w:t>cliqu</w:t>
        </w:r>
        <w:r w:rsidRPr="007C4C9E">
          <w:rPr>
            <w:rStyle w:val="Lienhypertexte"/>
            <w:b/>
            <w:noProof/>
            <w:sz w:val="24"/>
            <w:lang w:eastAsia="fr-FR"/>
          </w:rPr>
          <w:t>e</w:t>
        </w:r>
        <w:r w:rsidRPr="007C4C9E">
          <w:rPr>
            <w:rStyle w:val="Lienhypertexte"/>
            <w:b/>
            <w:noProof/>
            <w:sz w:val="24"/>
            <w:lang w:eastAsia="fr-FR"/>
          </w:rPr>
          <w:t>z-ici.</w:t>
        </w:r>
      </w:hyperlink>
    </w:p>
    <w:sectPr w:rsidR="004112E5" w:rsidRPr="00B64CB3" w:rsidSect="002E3AFA">
      <w:headerReference w:type="default" r:id="rId30"/>
      <w:pgSz w:w="11906" w:h="16838"/>
      <w:pgMar w:top="1440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7FBFC" w14:textId="77777777" w:rsidR="001D0606" w:rsidRDefault="001D0606" w:rsidP="001D0606">
      <w:pPr>
        <w:spacing w:after="0" w:line="240" w:lineRule="auto"/>
      </w:pPr>
      <w:r>
        <w:separator/>
      </w:r>
    </w:p>
  </w:endnote>
  <w:endnote w:type="continuationSeparator" w:id="0">
    <w:p w14:paraId="55E7FBFD" w14:textId="77777777" w:rsidR="001D0606" w:rsidRDefault="001D0606" w:rsidP="001D0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7FBFA" w14:textId="77777777" w:rsidR="001D0606" w:rsidRDefault="001D0606" w:rsidP="001D0606">
      <w:pPr>
        <w:spacing w:after="0" w:line="240" w:lineRule="auto"/>
      </w:pPr>
      <w:r>
        <w:separator/>
      </w:r>
    </w:p>
  </w:footnote>
  <w:footnote w:type="continuationSeparator" w:id="0">
    <w:p w14:paraId="55E7FBFB" w14:textId="77777777" w:rsidR="001D0606" w:rsidRDefault="001D0606" w:rsidP="001D0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55762" w14:textId="6AF3A7F5" w:rsidR="003C1C93" w:rsidRDefault="003C1C93" w:rsidP="003C1C93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B8B496" wp14:editId="17351858">
          <wp:extent cx="1619250" cy="10858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45A4"/>
      </v:shape>
    </w:pict>
  </w:numPicBullet>
  <w:abstractNum w:abstractNumId="0" w15:restartNumberingAfterBreak="0">
    <w:nsid w:val="046D0B53"/>
    <w:multiLevelType w:val="hybridMultilevel"/>
    <w:tmpl w:val="2062C9E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97C18"/>
    <w:multiLevelType w:val="hybridMultilevel"/>
    <w:tmpl w:val="F8742E72"/>
    <w:lvl w:ilvl="0" w:tplc="9D9049D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D1EFF"/>
    <w:multiLevelType w:val="hybridMultilevel"/>
    <w:tmpl w:val="A3CA29A6"/>
    <w:lvl w:ilvl="0" w:tplc="DDEC6A3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61A8C"/>
    <w:multiLevelType w:val="hybridMultilevel"/>
    <w:tmpl w:val="4FFE58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0336A"/>
    <w:multiLevelType w:val="hybridMultilevel"/>
    <w:tmpl w:val="2A742E90"/>
    <w:lvl w:ilvl="0" w:tplc="DDEC6A32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E52B4"/>
    <w:multiLevelType w:val="hybridMultilevel"/>
    <w:tmpl w:val="272E6D5E"/>
    <w:lvl w:ilvl="0" w:tplc="A8D6BE76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5F92755"/>
    <w:multiLevelType w:val="hybridMultilevel"/>
    <w:tmpl w:val="C248BE10"/>
    <w:lvl w:ilvl="0" w:tplc="F12494CC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203F3"/>
    <w:multiLevelType w:val="hybridMultilevel"/>
    <w:tmpl w:val="FD809F8A"/>
    <w:lvl w:ilvl="0" w:tplc="6AB4FA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567F1"/>
    <w:multiLevelType w:val="hybridMultilevel"/>
    <w:tmpl w:val="BF968A3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87E"/>
    <w:multiLevelType w:val="hybridMultilevel"/>
    <w:tmpl w:val="23CEFCDC"/>
    <w:lvl w:ilvl="0" w:tplc="9D9049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A7718"/>
    <w:multiLevelType w:val="hybridMultilevel"/>
    <w:tmpl w:val="AA249E20"/>
    <w:lvl w:ilvl="0" w:tplc="9D904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2771C"/>
    <w:multiLevelType w:val="hybridMultilevel"/>
    <w:tmpl w:val="F4AE65D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D757D"/>
    <w:multiLevelType w:val="hybridMultilevel"/>
    <w:tmpl w:val="2B00E964"/>
    <w:lvl w:ilvl="0" w:tplc="5120B3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54801"/>
    <w:multiLevelType w:val="hybridMultilevel"/>
    <w:tmpl w:val="FB1AD76C"/>
    <w:lvl w:ilvl="0" w:tplc="67D834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C34362"/>
    <w:multiLevelType w:val="hybridMultilevel"/>
    <w:tmpl w:val="EAE28872"/>
    <w:lvl w:ilvl="0" w:tplc="891EA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B119A"/>
    <w:multiLevelType w:val="hybridMultilevel"/>
    <w:tmpl w:val="06B48252"/>
    <w:lvl w:ilvl="0" w:tplc="1E5E76DA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045E5B"/>
    <w:multiLevelType w:val="hybridMultilevel"/>
    <w:tmpl w:val="9B56A466"/>
    <w:lvl w:ilvl="0" w:tplc="60F85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B4F96"/>
    <w:multiLevelType w:val="hybridMultilevel"/>
    <w:tmpl w:val="A84E58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271E0"/>
    <w:multiLevelType w:val="hybridMultilevel"/>
    <w:tmpl w:val="9FF4054E"/>
    <w:lvl w:ilvl="0" w:tplc="9D904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016C2"/>
    <w:multiLevelType w:val="hybridMultilevel"/>
    <w:tmpl w:val="139E04CE"/>
    <w:lvl w:ilvl="0" w:tplc="FC40B58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07671"/>
    <w:multiLevelType w:val="hybridMultilevel"/>
    <w:tmpl w:val="68ACE976"/>
    <w:lvl w:ilvl="0" w:tplc="A2ECC8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146FA"/>
    <w:multiLevelType w:val="hybridMultilevel"/>
    <w:tmpl w:val="7626F9FE"/>
    <w:lvl w:ilvl="0" w:tplc="1E5E76DA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8"/>
  </w:num>
  <w:num w:numId="5">
    <w:abstractNumId w:val="0"/>
  </w:num>
  <w:num w:numId="6">
    <w:abstractNumId w:val="4"/>
  </w:num>
  <w:num w:numId="7">
    <w:abstractNumId w:val="2"/>
  </w:num>
  <w:num w:numId="8">
    <w:abstractNumId w:val="16"/>
  </w:num>
  <w:num w:numId="9">
    <w:abstractNumId w:val="7"/>
  </w:num>
  <w:num w:numId="10">
    <w:abstractNumId w:val="14"/>
  </w:num>
  <w:num w:numId="11">
    <w:abstractNumId w:val="21"/>
  </w:num>
  <w:num w:numId="12">
    <w:abstractNumId w:val="15"/>
  </w:num>
  <w:num w:numId="13">
    <w:abstractNumId w:val="18"/>
  </w:num>
  <w:num w:numId="14">
    <w:abstractNumId w:val="1"/>
  </w:num>
  <w:num w:numId="15">
    <w:abstractNumId w:val="13"/>
  </w:num>
  <w:num w:numId="16">
    <w:abstractNumId w:val="17"/>
  </w:num>
  <w:num w:numId="17">
    <w:abstractNumId w:val="10"/>
  </w:num>
  <w:num w:numId="18">
    <w:abstractNumId w:val="6"/>
  </w:num>
  <w:num w:numId="19">
    <w:abstractNumId w:val="9"/>
  </w:num>
  <w:num w:numId="20">
    <w:abstractNumId w:val="3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ED"/>
    <w:rsid w:val="00005EF6"/>
    <w:rsid w:val="0001601A"/>
    <w:rsid w:val="000220AE"/>
    <w:rsid w:val="00032C84"/>
    <w:rsid w:val="00047F6A"/>
    <w:rsid w:val="000610DE"/>
    <w:rsid w:val="000C284E"/>
    <w:rsid w:val="0010227B"/>
    <w:rsid w:val="0011229E"/>
    <w:rsid w:val="00112575"/>
    <w:rsid w:val="001215B9"/>
    <w:rsid w:val="00137362"/>
    <w:rsid w:val="00150376"/>
    <w:rsid w:val="00150E37"/>
    <w:rsid w:val="00155CB7"/>
    <w:rsid w:val="0018777A"/>
    <w:rsid w:val="00192213"/>
    <w:rsid w:val="001B11FF"/>
    <w:rsid w:val="001B18EA"/>
    <w:rsid w:val="001C72F2"/>
    <w:rsid w:val="001D0606"/>
    <w:rsid w:val="001D1398"/>
    <w:rsid w:val="001D2AA3"/>
    <w:rsid w:val="001E043B"/>
    <w:rsid w:val="002112FB"/>
    <w:rsid w:val="002233B7"/>
    <w:rsid w:val="00254660"/>
    <w:rsid w:val="00280F42"/>
    <w:rsid w:val="00292ED6"/>
    <w:rsid w:val="002939DD"/>
    <w:rsid w:val="00294994"/>
    <w:rsid w:val="002A526F"/>
    <w:rsid w:val="002C3371"/>
    <w:rsid w:val="002C3D01"/>
    <w:rsid w:val="002E3AFA"/>
    <w:rsid w:val="002F7DE9"/>
    <w:rsid w:val="003052A0"/>
    <w:rsid w:val="00334A57"/>
    <w:rsid w:val="00353AEB"/>
    <w:rsid w:val="00357D36"/>
    <w:rsid w:val="00361C06"/>
    <w:rsid w:val="00380FEF"/>
    <w:rsid w:val="003A56BC"/>
    <w:rsid w:val="003C1C93"/>
    <w:rsid w:val="003D0C16"/>
    <w:rsid w:val="003F610C"/>
    <w:rsid w:val="003F66CC"/>
    <w:rsid w:val="004043F1"/>
    <w:rsid w:val="004072A5"/>
    <w:rsid w:val="004112E5"/>
    <w:rsid w:val="00443046"/>
    <w:rsid w:val="00477E9E"/>
    <w:rsid w:val="0048315C"/>
    <w:rsid w:val="004A3A2A"/>
    <w:rsid w:val="004E237A"/>
    <w:rsid w:val="004F27C7"/>
    <w:rsid w:val="005010E8"/>
    <w:rsid w:val="00517DDB"/>
    <w:rsid w:val="00552013"/>
    <w:rsid w:val="005655A7"/>
    <w:rsid w:val="00571C58"/>
    <w:rsid w:val="00574EBF"/>
    <w:rsid w:val="00583EE7"/>
    <w:rsid w:val="005B4B7C"/>
    <w:rsid w:val="005C108D"/>
    <w:rsid w:val="005D4DBE"/>
    <w:rsid w:val="005F0B61"/>
    <w:rsid w:val="006162AE"/>
    <w:rsid w:val="00623AE1"/>
    <w:rsid w:val="00632D73"/>
    <w:rsid w:val="00644524"/>
    <w:rsid w:val="00674AE4"/>
    <w:rsid w:val="006965D6"/>
    <w:rsid w:val="006B7624"/>
    <w:rsid w:val="006C7E09"/>
    <w:rsid w:val="006F25A9"/>
    <w:rsid w:val="007342BA"/>
    <w:rsid w:val="00742EE4"/>
    <w:rsid w:val="007448F1"/>
    <w:rsid w:val="007449FE"/>
    <w:rsid w:val="0076282A"/>
    <w:rsid w:val="00773938"/>
    <w:rsid w:val="007B20A4"/>
    <w:rsid w:val="007C1F8F"/>
    <w:rsid w:val="007C330A"/>
    <w:rsid w:val="007C4C9E"/>
    <w:rsid w:val="007F1D64"/>
    <w:rsid w:val="00822263"/>
    <w:rsid w:val="008402B6"/>
    <w:rsid w:val="00861300"/>
    <w:rsid w:val="00863CE9"/>
    <w:rsid w:val="00873760"/>
    <w:rsid w:val="00882E5A"/>
    <w:rsid w:val="008A3B93"/>
    <w:rsid w:val="008B289C"/>
    <w:rsid w:val="008D1BD0"/>
    <w:rsid w:val="00907483"/>
    <w:rsid w:val="0091446E"/>
    <w:rsid w:val="00934B79"/>
    <w:rsid w:val="0096143F"/>
    <w:rsid w:val="00984E8C"/>
    <w:rsid w:val="009A0FB5"/>
    <w:rsid w:val="009C4EF4"/>
    <w:rsid w:val="009E4BDB"/>
    <w:rsid w:val="009F3081"/>
    <w:rsid w:val="00A258F4"/>
    <w:rsid w:val="00A36006"/>
    <w:rsid w:val="00AC0BA1"/>
    <w:rsid w:val="00AE054F"/>
    <w:rsid w:val="00AE29ED"/>
    <w:rsid w:val="00B17B1F"/>
    <w:rsid w:val="00B62FBE"/>
    <w:rsid w:val="00B64CB3"/>
    <w:rsid w:val="00B666B3"/>
    <w:rsid w:val="00B84482"/>
    <w:rsid w:val="00B86B2E"/>
    <w:rsid w:val="00BA7224"/>
    <w:rsid w:val="00BE3AB9"/>
    <w:rsid w:val="00BF4F44"/>
    <w:rsid w:val="00C07799"/>
    <w:rsid w:val="00C14422"/>
    <w:rsid w:val="00C31EE0"/>
    <w:rsid w:val="00C537A6"/>
    <w:rsid w:val="00C53E6C"/>
    <w:rsid w:val="00C5645A"/>
    <w:rsid w:val="00C62499"/>
    <w:rsid w:val="00C75A62"/>
    <w:rsid w:val="00C76831"/>
    <w:rsid w:val="00C7713C"/>
    <w:rsid w:val="00CB1249"/>
    <w:rsid w:val="00CB789B"/>
    <w:rsid w:val="00CE52BF"/>
    <w:rsid w:val="00D00603"/>
    <w:rsid w:val="00D1657B"/>
    <w:rsid w:val="00D2162D"/>
    <w:rsid w:val="00D23763"/>
    <w:rsid w:val="00D35C9F"/>
    <w:rsid w:val="00D42D6C"/>
    <w:rsid w:val="00D819F2"/>
    <w:rsid w:val="00D926E3"/>
    <w:rsid w:val="00DB284D"/>
    <w:rsid w:val="00DB6BC0"/>
    <w:rsid w:val="00DD19A1"/>
    <w:rsid w:val="00E21E84"/>
    <w:rsid w:val="00E2231F"/>
    <w:rsid w:val="00E82B56"/>
    <w:rsid w:val="00ED0757"/>
    <w:rsid w:val="00EF0777"/>
    <w:rsid w:val="00EF1056"/>
    <w:rsid w:val="00EF351F"/>
    <w:rsid w:val="00F127AE"/>
    <w:rsid w:val="00F247F7"/>
    <w:rsid w:val="00F31DC3"/>
    <w:rsid w:val="00F3676B"/>
    <w:rsid w:val="00F41C95"/>
    <w:rsid w:val="00F5677A"/>
    <w:rsid w:val="00F66042"/>
    <w:rsid w:val="00F72B82"/>
    <w:rsid w:val="00F84249"/>
    <w:rsid w:val="00FA3136"/>
    <w:rsid w:val="00FA7108"/>
    <w:rsid w:val="00FE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E7FB93"/>
  <w15:chartTrackingRefBased/>
  <w15:docId w15:val="{54DA9FAB-9A7D-43C1-B551-C3DF6D0E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D0606"/>
    <w:pPr>
      <w:keepNext/>
      <w:keepLines/>
      <w:pBdr>
        <w:top w:val="single" w:sz="12" w:space="1" w:color="44546A" w:themeColor="text2"/>
        <w:left w:val="single" w:sz="12" w:space="4" w:color="44546A" w:themeColor="text2"/>
        <w:bottom w:val="single" w:sz="12" w:space="1" w:color="44546A" w:themeColor="text2"/>
        <w:right w:val="single" w:sz="12" w:space="4" w:color="44546A" w:themeColor="text2"/>
      </w:pBdr>
      <w:shd w:val="clear" w:color="auto" w:fill="FBE4D5" w:themeFill="accent2" w:themeFillTint="33"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D06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D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0606"/>
  </w:style>
  <w:style w:type="paragraph" w:styleId="Pieddepage">
    <w:name w:val="footer"/>
    <w:basedOn w:val="Normal"/>
    <w:link w:val="PieddepageCar"/>
    <w:uiPriority w:val="99"/>
    <w:unhideWhenUsed/>
    <w:rsid w:val="001D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D0606"/>
  </w:style>
  <w:style w:type="character" w:customStyle="1" w:styleId="Titre1Car">
    <w:name w:val="Titre 1 Car"/>
    <w:basedOn w:val="Policepardfaut"/>
    <w:link w:val="Titre1"/>
    <w:uiPriority w:val="9"/>
    <w:rsid w:val="001D060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shd w:val="clear" w:color="auto" w:fill="FBE4D5" w:themeFill="accent2" w:themeFillTint="3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0606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1D06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0610D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80FEF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74EB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74EB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74EBF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614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B86B2E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82B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2B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2B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2B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2B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11.png"/><Relationship Id="rId29" Type="http://schemas.openxmlformats.org/officeDocument/2006/relationships/hyperlink" Target="http://www.boamp.fr/Espace-entreprises/Comment-repondre-a-un-marche-public/Questions-de-procedures-dematerialisees/Qu-est-ce-qu-un-certificat-de-signature-electronique-et-comment-s-en-procurer-u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microsoft.com/office/2007/relationships/hdphoto" Target="media/hdphoto1.wdp"/><Relationship Id="rId28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LMContentType" ma:contentTypeID="0x010100F845AE67FD694770A9119A97FB6AF2EA0044B2E96ED3A9044B9DE07EF23F0CEF71" ma:contentTypeVersion="9" ma:contentTypeDescription="Type de contenu Documents LM" ma:contentTypeScope="" ma:versionID="f628b98c9b508dba1dcddfcb43fea309">
  <xsd:schema xmlns:xsd="http://www.w3.org/2001/XMLSchema" xmlns:xs="http://www.w3.org/2001/XMLSchema" xmlns:p="http://schemas.microsoft.com/office/2006/metadata/properties" xmlns:ns1="http://schemas.microsoft.com/sharepoint/v3" xmlns:ns2="7F839F57-EF00-41F2-8E25-08EAB3FC2FEA" xmlns:ns3="http://schemas.microsoft.com/sharepoint/v3/fields" xmlns:ns4="4e3ec8a4-e6de-46a1-afa3-f30f2ebd1eca" targetNamespace="http://schemas.microsoft.com/office/2006/metadata/properties" ma:root="true" ma:fieldsID="a113c58b823aa1651e33bb389ea68fb7" ns1:_="" ns2:_="" ns3:_="" ns4:_="">
    <xsd:import namespace="http://schemas.microsoft.com/sharepoint/v3"/>
    <xsd:import namespace="7F839F57-EF00-41F2-8E25-08EAB3FC2FEA"/>
    <xsd:import namespace="http://schemas.microsoft.com/sharepoint/v3/fields"/>
    <xsd:import namespace="4e3ec8a4-e6de-46a1-afa3-f30f2ebd1eca"/>
    <xsd:element name="properties">
      <xsd:complexType>
        <xsd:sequence>
          <xsd:element name="documentManagement">
            <xsd:complexType>
              <xsd:all>
                <xsd:element ref="ns3:LM_Doc_MotCle_1" minOccurs="0"/>
                <xsd:element ref="ns3:LM_Doc_Classement_1" minOccurs="0"/>
                <xsd:element ref="ns2:LM_DateEnregistrement" minOccurs="0"/>
                <xsd:element ref="ns2:LM_Editeur"/>
                <xsd:element ref="ns2:LM_Droits"/>
                <xsd:element ref="ns2:LM_Doc_DureeDeVie" minOccurs="0"/>
                <xsd:element ref="ns2:LM_Doc_ActionArchivage" minOccurs="0"/>
                <xsd:element ref="ns2:LM_Auteur" minOccurs="0"/>
                <xsd:element ref="ns2:LM_AuteurLibre" minOccurs="0"/>
                <xsd:element ref="ns2:LM_Resume" minOccurs="0"/>
                <xsd:element ref="ns3:LM_Doc_Lieu_1" minOccurs="0"/>
                <xsd:element ref="ns2:LM_Contributeur" minOccurs="0"/>
                <xsd:element ref="ns2:LM_ContributeurExterne" minOccurs="0"/>
                <xsd:element ref="ns2:LM_Identifiant" minOccurs="0"/>
                <xsd:element ref="ns2:LM_Source" minOccurs="0"/>
                <xsd:element ref="ns2:LM_Relation" minOccurs="0"/>
                <xsd:element ref="ns2:LM_Taille" minOccurs="0"/>
                <xsd:element ref="ns2:EliseUrl" minOccurs="0"/>
                <xsd:element ref="ns2:EliseChrono" minOccurs="0"/>
                <xsd:element ref="ns2:Elise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1" nillable="true" ma:displayName="Évaluation (0-5)" ma:decimals="2" ma:description="Valeur moyenne de toutes les évaluations envoyées" ma:internalName="AverageRating" ma:readOnly="true">
      <xsd:simpleType>
        <xsd:restriction base="dms:Number"/>
      </xsd:simpleType>
    </xsd:element>
    <xsd:element name="RatingCount" ma:index="32" nillable="true" ma:displayName="Nombre d’évaluations" ma:decimals="0" ma:description="Nombre d’évaluations envoyées" ma:internalName="RatingCount" ma:readOnly="true">
      <xsd:simpleType>
        <xsd:restriction base="dms:Number"/>
      </xsd:simpleType>
    </xsd:element>
    <xsd:element name="RatedBy" ma:index="33" nillable="true" ma:displayName="Évalué par" ma:description="Des utilisateurs ont évalué l'élé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34" nillable="true" ma:displayName="Évaluation des utilisateurs" ma:description="Évaluation des utilisateurs pour l'élément" ma:hidden="true" ma:internalName="Ratings">
      <xsd:simpleType>
        <xsd:restriction base="dms:Note"/>
      </xsd:simpleType>
    </xsd:element>
    <xsd:element name="LikesCount" ma:index="35" nillable="true" ma:displayName="Nombre de « Je recommande »" ma:internalName="LikesCount">
      <xsd:simpleType>
        <xsd:restriction base="dms:Unknown"/>
      </xsd:simpleType>
    </xsd:element>
    <xsd:element name="LikedBy" ma:index="36" nillable="true" ma:displayName="Recommandé par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9F57-EF00-41F2-8E25-08EAB3FC2FEA" elementFormDefault="qualified">
    <xsd:import namespace="http://schemas.microsoft.com/office/2006/documentManagement/types"/>
    <xsd:import namespace="http://schemas.microsoft.com/office/infopath/2007/PartnerControls"/>
    <xsd:element name="LM_DateEnregistrement" ma:index="6" nillable="true" ma:displayName="Date" ma:format="DateOnly" ma:internalName="LM_DateEnregistrement">
      <xsd:simpleType>
        <xsd:restriction base="dms:DateTime"/>
      </xsd:simpleType>
    </xsd:element>
    <xsd:element name="LM_Editeur" ma:index="7" ma:displayName="Editeur" ma:default="Métropole Européenne de Lille" ma:internalName="LM_Editeur">
      <xsd:simpleType>
        <xsd:restriction base="dms:Text"/>
      </xsd:simpleType>
    </xsd:element>
    <xsd:element name="LM_Droits" ma:index="8" ma:displayName="Droits" ma:default="Tous droits réservés" ma:internalName="LM_Droits">
      <xsd:simpleType>
        <xsd:restriction base="dms:Text"/>
      </xsd:simpleType>
    </xsd:element>
    <xsd:element name="LM_Doc_DureeDeVie" ma:index="9" nillable="true" ma:displayName="Durée de vie" ma:internalName="LM_Doc_DureeDeVie">
      <xsd:simpleType>
        <xsd:restriction base="dms:Choice">
          <xsd:enumeration value="1 an"/>
          <xsd:enumeration value="2 ans"/>
          <xsd:enumeration value="3 ans"/>
          <xsd:enumeration value="4 ans"/>
          <xsd:enumeration value="5 ans"/>
          <xsd:enumeration value="6 ans"/>
          <xsd:enumeration value="10 ans"/>
          <xsd:enumeration value="25 ans"/>
          <xsd:enumeration value="30 ans"/>
          <xsd:enumeration value="Illimité"/>
        </xsd:restriction>
      </xsd:simpleType>
    </xsd:element>
    <xsd:element name="LM_Doc_ActionArchivage" ma:index="10" nillable="true" ma:displayName="Action Archivage" ma:internalName="LM_Doc_ActionArchivage">
      <xsd:simpleType>
        <xsd:restriction base="dms:Choice">
          <xsd:enumeration value="Archivage"/>
          <xsd:enumeration value="Destruction"/>
        </xsd:restriction>
      </xsd:simpleType>
    </xsd:element>
    <xsd:element name="LM_Auteur" ma:index="11" nillable="true" ma:displayName="Auteur" ma:list="UserInfo" ma:internalName="LM_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M_AuteurLibre" ma:index="12" nillable="true" ma:displayName="Auteur (saisie libre)" ma:internalName="LM_AuteurLibre">
      <xsd:simpleType>
        <xsd:restriction base="dms:Text"/>
      </xsd:simpleType>
    </xsd:element>
    <xsd:element name="LM_Resume" ma:index="13" nillable="true" ma:displayName="Résumé" ma:internalName="LM_Resume">
      <xsd:simpleType>
        <xsd:restriction base="dms:Note"/>
      </xsd:simpleType>
    </xsd:element>
    <xsd:element name="LM_Contributeur" ma:index="16" nillable="true" ma:displayName="Contributeur" ma:list="UserInfo" ma:internalName="LM_Contrib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M_ContributeurExterne" ma:index="17" nillable="true" ma:displayName="Contributeur (si externe)" ma:internalName="LM_ContributeurExterne">
      <xsd:simpleType>
        <xsd:restriction base="dms:Text"/>
      </xsd:simpleType>
    </xsd:element>
    <xsd:element name="LM_Identifiant" ma:index="18" nillable="true" ma:displayName="Identifiant" ma:description="Possibilité de mentionner ici les références liées à votre document (ex : identifiant du numéro de marché)" ma:internalName="LM_Identifiant">
      <xsd:simpleType>
        <xsd:restriction base="dms:Text"/>
      </xsd:simpleType>
    </xsd:element>
    <xsd:element name="LM_Source" ma:index="19" nillable="true" ma:displayName="Source" ma:description="Saisir l’adresse vers un document, une source dans ce champs" ma:format="Hyperlink" ma:internalName="LM_Sourc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M_Relation" ma:index="20" nillable="true" ma:displayName="Relation" ma:format="Hyperlink" ma:internalName="LM_Rel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M_Taille" ma:index="21" nillable="true" ma:displayName="Taille" ma:description=" Possibilité de mentionner ici la taille de votre document (nombre de pages par exemple)" ma:internalName="LM_Taille">
      <xsd:simpleType>
        <xsd:restriction base="dms:Text"/>
      </xsd:simpleType>
    </xsd:element>
    <xsd:element name="EliseUrl" ma:index="28" nillable="true" ma:displayName="EliseUrl" ma:format="Hyperlink" ma:internalName="Elise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liseChrono" ma:index="29" nillable="true" ma:displayName="EliseChrono" ma:internalName="EliseChrono">
      <xsd:simpleType>
        <xsd:restriction base="dms:Text"/>
      </xsd:simpleType>
    </xsd:element>
    <xsd:element name="EliseDate" ma:index="30" nillable="true" ma:displayName="EliseDate" ma:internalName="Elis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M_Doc_MotCle_1" ma:index="3" nillable="true" ma:taxonomy="true" ma:internalName="LM_Doc_MotCle_1" ma:taxonomyFieldName="LM_Doc_MotCle" ma:displayName="Mot-clés" ma:default="" ma:fieldId="{aa5aa22c-797f-44f3-9c88-4de565b9e2bd}" ma:taxonomyMulti="true" ma:sspId="0fb7e318-b559-458d-86fa-c5bae00274c2" ma:termSetId="a0be89fe-df50-4419-a50e-2c98b14f04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M_Doc_Classement_1" ma:index="5" nillable="true" ma:taxonomy="true" ma:internalName="LM_Doc_Classement_1" ma:taxonomyFieldName="LM_Doc_Classement" ma:displayName="Typologie" ma:default="" ma:fieldId="{869c8de7-8173-4a20-abe0-c97897a9b883}" ma:sspId="0fb7e318-b559-458d-86fa-c5bae00274c2" ma:termSetId="e855d7d2-9b11-451a-8260-1c18816c41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M_Doc_Lieu_1" ma:index="15" nillable="true" ma:taxonomy="true" ma:internalName="LM_Doc_Lieu_1" ma:taxonomyFieldName="LM_Doc_Lieu" ma:displayName="Lieu" ma:fieldId="{89896ecf-9bcb-480c-bcd4-471baabacbd5}" ma:taxonomyMulti="true" ma:sspId="0fb7e318-b559-458d-86fa-c5bae00274c2" ma:termSetId="d35eafc6-b67b-4c33-af48-8144e05a5ce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ec8a4-e6de-46a1-afa3-f30f2ebd1eca" elementFormDefault="qualified">
    <xsd:import namespace="http://schemas.microsoft.com/office/2006/documentManagement/types"/>
    <xsd:import namespace="http://schemas.microsoft.com/office/infopath/2007/PartnerControls"/>
    <xsd:element name="TaxCatchAll" ma:index="37" nillable="true" ma:displayName="Taxonomy Catch All Column" ma:hidden="true" ma:list="{886c4ff9-7193-4e5e-b7dd-5dec32c01a75}" ma:internalName="TaxCatchAll" ma:showField="CatchAllData" ma:web="4e3ec8a4-e6de-46a1-afa3-f30f2ebd1e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_Resume xmlns="7F839F57-EF00-41F2-8E25-08EAB3FC2FEA" xsi:nil="true"/>
    <LM_Doc_Lieu_1 xmlns="http://schemas.microsoft.com/sharepoint/v3/fields">
      <Terms xmlns="http://schemas.microsoft.com/office/infopath/2007/PartnerControls"/>
    </LM_Doc_Lieu_1>
    <LM_Identifiant xmlns="7F839F57-EF00-41F2-8E25-08EAB3FC2FEA" xsi:nil="true"/>
    <LM_Source xmlns="7F839F57-EF00-41F2-8E25-08EAB3FC2FEA">
      <Url xsi:nil="true"/>
      <Description xsi:nil="true"/>
    </LM_Source>
    <EliseUrl xmlns="7F839F57-EF00-41F2-8E25-08EAB3FC2FEA">
      <Url xsi:nil="true"/>
      <Description xsi:nil="true"/>
    </EliseUrl>
    <LikesCount xmlns="http://schemas.microsoft.com/sharepoint/v3" xsi:nil="true"/>
    <LM_Relation xmlns="7F839F57-EF00-41F2-8E25-08EAB3FC2FEA">
      <Url xsi:nil="true"/>
      <Description xsi:nil="true"/>
    </LM_Relation>
    <LM_DateEnregistrement xmlns="7F839F57-EF00-41F2-8E25-08EAB3FC2FEA" xsi:nil="true"/>
    <EliseChrono xmlns="7F839F57-EF00-41F2-8E25-08EAB3FC2FEA" xsi:nil="true"/>
    <LM_Contributeur xmlns="7F839F57-EF00-41F2-8E25-08EAB3FC2FEA">
      <UserInfo>
        <DisplayName/>
        <AccountId xsi:nil="true"/>
        <AccountType/>
      </UserInfo>
    </LM_Contributeur>
    <LM_Taille xmlns="7F839F57-EF00-41F2-8E25-08EAB3FC2FEA" xsi:nil="true"/>
    <TaxCatchAll xmlns="4e3ec8a4-e6de-46a1-afa3-f30f2ebd1eca">
      <Value>2</Value>
      <Value>1</Value>
    </TaxCatchAll>
    <LM_Doc_Classement_1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</TermName>
          <TermId xmlns="http://schemas.microsoft.com/office/infopath/2007/PartnerControls">2dc22aed-ec62-4d7d-b99e-b2a9bd8d7b0e</TermId>
        </TermInfo>
      </Terms>
    </LM_Doc_Classement_1>
    <LM_Doc_DureeDeVie xmlns="7F839F57-EF00-41F2-8E25-08EAB3FC2FEA" xsi:nil="true"/>
    <LM_Auteur xmlns="7F839F57-EF00-41F2-8E25-08EAB3FC2FEA">
      <UserInfo>
        <DisplayName/>
        <AccountId xsi:nil="true"/>
        <AccountType/>
      </UserInfo>
    </LM_Auteur>
    <Ratings xmlns="http://schemas.microsoft.com/sharepoint/v3" xsi:nil="true"/>
    <LM_Doc_ActionArchivage xmlns="7F839F57-EF00-41F2-8E25-08EAB3FC2FEA" xsi:nil="true"/>
    <LikedBy xmlns="http://schemas.microsoft.com/sharepoint/v3">
      <UserInfo>
        <DisplayName/>
        <AccountId xsi:nil="true"/>
        <AccountType/>
      </UserInfo>
    </LikedBy>
    <LM_Doc_MotCle_1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Commande Publique et gestion des Services Publics</TermName>
          <TermId xmlns="http://schemas.microsoft.com/office/infopath/2007/PartnerControls">ba1be474-29ee-4a33-94d8-8639c379ac27</TermId>
        </TermInfo>
      </Terms>
    </LM_Doc_MotCle_1>
    <LM_ContributeurExterne xmlns="7F839F57-EF00-41F2-8E25-08EAB3FC2FEA" xsi:nil="true"/>
    <LM_Editeur xmlns="7F839F57-EF00-41F2-8E25-08EAB3FC2FEA">Métropole Européenne de Lille</LM_Editeur>
    <LM_AuteurLibre xmlns="7F839F57-EF00-41F2-8E25-08EAB3FC2FEA" xsi:nil="true"/>
    <LM_Droits xmlns="7F839F57-EF00-41F2-8E25-08EAB3FC2FEA">Tous droits réservés</LM_Droits>
    <EliseDate xmlns="7F839F57-EF00-41F2-8E25-08EAB3FC2FE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85884-EB0B-4889-82E6-1D46643FD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52F0EB-88E7-434A-9063-951506CEC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839F57-EF00-41F2-8E25-08EAB3FC2FEA"/>
    <ds:schemaRef ds:uri="http://schemas.microsoft.com/sharepoint/v3/fields"/>
    <ds:schemaRef ds:uri="4e3ec8a4-e6de-46a1-afa3-f30f2ebd1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E17FD-944C-48D6-899B-84C07B0DB96E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F839F57-EF00-41F2-8E25-08EAB3FC2FEA"/>
    <ds:schemaRef ds:uri="http://purl.org/dc/dcmitype/"/>
    <ds:schemaRef ds:uri="4e3ec8a4-e6de-46a1-afa3-f30f2ebd1eca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D19DD1-E0B1-4F2D-AE34-AFB11FA1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M.E.L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GOMEL Maxime</dc:creator>
  <cp:keywords/>
  <dc:description/>
  <cp:lastModifiedBy>Marlène KIMPE</cp:lastModifiedBy>
  <cp:revision>5</cp:revision>
  <cp:lastPrinted>2018-04-25T08:39:00Z</cp:lastPrinted>
  <dcterms:created xsi:type="dcterms:W3CDTF">2018-06-09T06:16:00Z</dcterms:created>
  <dcterms:modified xsi:type="dcterms:W3CDTF">2018-06-09T06:18:00Z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0x010100F845AE67FD694770A9119A97FB6AF2EA0044B2E96ED3A9044B9DE07EF23F0CEF71</vt:lpwstr>
  </property>
  <property fmtid="{D5CDD505-2E9C-101B-9397-08002B2CF9AE}" pid="3" name="LM_Doc_MotCle">
    <vt:lpwstr>1;#Commande Publique et gestion des Services Publics|ba1be474-29ee-4a33-94d8-8639c379ac27</vt:lpwstr>
  </property>
  <property fmtid="{D5CDD505-2E9C-101B-9397-08002B2CF9AE}" pid="4" name="LM_Doc_Classement">
    <vt:lpwstr>2;#Document|2dc22aed-ec62-4d7d-b99e-b2a9bd8d7b0e</vt:lpwstr>
  </property>
  <property fmtid="{D5CDD505-2E9C-101B-9397-08002B2CF9AE}" pid="5" name="LM_Doc_Lieu">
    <vt:lpwstr/>
  </property>
</Properties>
</file>